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671" w:rsidRPr="00936B48" w:rsidRDefault="008E6671" w:rsidP="00936B48">
      <w:pPr>
        <w:spacing w:after="0" w:line="240" w:lineRule="auto"/>
        <w:rPr>
          <w:sz w:val="56"/>
          <w:szCs w:val="56"/>
        </w:rPr>
      </w:pPr>
      <w:bookmarkStart w:id="0" w:name="_GoBack"/>
      <w:bookmarkEnd w:id="0"/>
    </w:p>
    <w:tbl>
      <w:tblPr>
        <w:tblStyle w:val="TableGrid"/>
        <w:tblW w:w="10454" w:type="dxa"/>
        <w:tblInd w:w="-848" w:type="dxa"/>
        <w:tblBorders>
          <w:top w:val="single" w:sz="12" w:space="0" w:color="95B3D7" w:themeColor="accent1" w:themeTint="99"/>
          <w:left w:val="single" w:sz="12" w:space="0" w:color="95B3D7" w:themeColor="accent1" w:themeTint="99"/>
          <w:bottom w:val="single" w:sz="12" w:space="0" w:color="95B3D7" w:themeColor="accent1" w:themeTint="99"/>
          <w:right w:val="single" w:sz="12" w:space="0" w:color="95B3D7" w:themeColor="accent1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71"/>
        <w:gridCol w:w="2731"/>
        <w:gridCol w:w="2552"/>
      </w:tblGrid>
      <w:tr w:rsidR="00A56C4C" w:rsidTr="00DD3241">
        <w:trPr>
          <w:trHeight w:val="270"/>
        </w:trPr>
        <w:tc>
          <w:tcPr>
            <w:tcW w:w="7902" w:type="dxa"/>
            <w:gridSpan w:val="2"/>
            <w:tcBorders>
              <w:top w:val="single" w:sz="12" w:space="0" w:color="4A442A" w:themeColor="background2" w:themeShade="40"/>
              <w:left w:val="single" w:sz="12" w:space="0" w:color="4A442A" w:themeColor="background2" w:themeShade="40"/>
              <w:bottom w:val="nil"/>
              <w:right w:val="nil"/>
            </w:tcBorders>
            <w:vAlign w:val="bottom"/>
          </w:tcPr>
          <w:p w:rsidR="00A56C4C" w:rsidRPr="00AF61A3" w:rsidRDefault="00A56C4C" w:rsidP="00936B48">
            <w:pPr>
              <w:spacing w:before="240"/>
              <w:rPr>
                <w:color w:val="4A442A" w:themeColor="background2" w:themeShade="40"/>
              </w:rPr>
            </w:pPr>
            <w:r w:rsidRPr="00AF61A3">
              <w:rPr>
                <w:color w:val="4A442A" w:themeColor="background2" w:themeShade="40"/>
              </w:rPr>
              <w:t>Nombre del encuestador: _______________________________________________</w:t>
            </w:r>
            <w:r w:rsidR="00442EED">
              <w:rPr>
                <w:color w:val="4A442A" w:themeColor="background2" w:themeShade="40"/>
              </w:rPr>
              <w:t>_</w:t>
            </w:r>
          </w:p>
        </w:tc>
        <w:tc>
          <w:tcPr>
            <w:tcW w:w="2552" w:type="dxa"/>
            <w:tcBorders>
              <w:top w:val="single" w:sz="12" w:space="0" w:color="4A442A" w:themeColor="background2" w:themeShade="40"/>
              <w:left w:val="nil"/>
              <w:bottom w:val="nil"/>
              <w:right w:val="single" w:sz="12" w:space="0" w:color="4A442A" w:themeColor="background2" w:themeShade="40"/>
            </w:tcBorders>
            <w:vAlign w:val="bottom"/>
          </w:tcPr>
          <w:p w:rsidR="00A56C4C" w:rsidRPr="00AF61A3" w:rsidRDefault="00A56C4C" w:rsidP="00AF61A3">
            <w:pPr>
              <w:spacing w:before="240"/>
              <w:rPr>
                <w:color w:val="4A442A" w:themeColor="background2" w:themeShade="40"/>
              </w:rPr>
            </w:pPr>
            <w:r w:rsidRPr="00AF61A3">
              <w:rPr>
                <w:color w:val="4A442A" w:themeColor="background2" w:themeShade="40"/>
              </w:rPr>
              <w:t xml:space="preserve">Nº de </w:t>
            </w:r>
            <w:r w:rsidR="00AF61A3" w:rsidRPr="00AF61A3">
              <w:rPr>
                <w:color w:val="4A442A" w:themeColor="background2" w:themeShade="40"/>
              </w:rPr>
              <w:t>encuestador</w:t>
            </w:r>
            <w:r w:rsidRPr="00AF61A3">
              <w:rPr>
                <w:color w:val="4A442A" w:themeColor="background2" w:themeShade="40"/>
              </w:rPr>
              <w:t>:____</w:t>
            </w:r>
          </w:p>
        </w:tc>
      </w:tr>
      <w:tr w:rsidR="00A56C4C" w:rsidTr="00DD3241">
        <w:trPr>
          <w:trHeight w:val="255"/>
        </w:trPr>
        <w:tc>
          <w:tcPr>
            <w:tcW w:w="7902" w:type="dxa"/>
            <w:gridSpan w:val="2"/>
            <w:tcBorders>
              <w:top w:val="nil"/>
              <w:left w:val="single" w:sz="12" w:space="0" w:color="4A442A" w:themeColor="background2" w:themeShade="40"/>
              <w:bottom w:val="nil"/>
              <w:right w:val="nil"/>
            </w:tcBorders>
            <w:vAlign w:val="bottom"/>
          </w:tcPr>
          <w:p w:rsidR="00A56C4C" w:rsidRPr="00AF61A3" w:rsidRDefault="00AF61A3" w:rsidP="00EB2BE8">
            <w:pPr>
              <w:spacing w:before="240"/>
              <w:rPr>
                <w:color w:val="4A442A" w:themeColor="background2" w:themeShade="40"/>
              </w:rPr>
            </w:pPr>
            <w:r w:rsidRPr="00AF61A3">
              <w:rPr>
                <w:color w:val="4A442A" w:themeColor="background2" w:themeShade="40"/>
              </w:rPr>
              <w:t>Nombre del encuestado</w:t>
            </w:r>
            <w:r w:rsidR="00A56C4C" w:rsidRPr="00AF61A3">
              <w:rPr>
                <w:color w:val="4A442A" w:themeColor="background2" w:themeShade="40"/>
              </w:rPr>
              <w:t>: ________________________________________________</w:t>
            </w:r>
            <w:r w:rsidR="00442EED">
              <w:rPr>
                <w:color w:val="4A442A" w:themeColor="background2" w:themeShade="40"/>
              </w:rPr>
              <w:t>_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4A442A" w:themeColor="background2" w:themeShade="40"/>
            </w:tcBorders>
            <w:vAlign w:val="bottom"/>
          </w:tcPr>
          <w:p w:rsidR="00A56C4C" w:rsidRPr="00AF61A3" w:rsidRDefault="00AF61A3" w:rsidP="00EB2BE8">
            <w:pPr>
              <w:spacing w:before="240"/>
              <w:rPr>
                <w:color w:val="4A442A" w:themeColor="background2" w:themeShade="40"/>
              </w:rPr>
            </w:pPr>
            <w:r w:rsidRPr="00AF61A3">
              <w:rPr>
                <w:color w:val="4A442A" w:themeColor="background2" w:themeShade="40"/>
              </w:rPr>
              <w:t>Nº de encuesta:_______</w:t>
            </w:r>
          </w:p>
        </w:tc>
      </w:tr>
      <w:tr w:rsidR="00A56C4C" w:rsidTr="00DD3241">
        <w:trPr>
          <w:trHeight w:val="270"/>
        </w:trPr>
        <w:tc>
          <w:tcPr>
            <w:tcW w:w="5171" w:type="dxa"/>
            <w:tcBorders>
              <w:top w:val="nil"/>
              <w:left w:val="single" w:sz="12" w:space="0" w:color="4A442A" w:themeColor="background2" w:themeShade="40"/>
              <w:bottom w:val="single" w:sz="12" w:space="0" w:color="4A442A" w:themeColor="background2" w:themeShade="40"/>
            </w:tcBorders>
            <w:tcMar>
              <w:bottom w:w="113" w:type="dxa"/>
            </w:tcMar>
            <w:vAlign w:val="bottom"/>
          </w:tcPr>
          <w:p w:rsidR="00A56C4C" w:rsidRPr="00AF61A3" w:rsidRDefault="00A56C4C" w:rsidP="00EB2BE8">
            <w:pPr>
              <w:spacing w:before="240"/>
              <w:rPr>
                <w:color w:val="4A442A" w:themeColor="background2" w:themeShade="40"/>
              </w:rPr>
            </w:pPr>
            <w:r w:rsidRPr="00AF61A3">
              <w:rPr>
                <w:color w:val="4A442A" w:themeColor="background2" w:themeShade="40"/>
              </w:rPr>
              <w:t>Hora de comienzo: __ : __</w:t>
            </w:r>
          </w:p>
        </w:tc>
        <w:tc>
          <w:tcPr>
            <w:tcW w:w="5283" w:type="dxa"/>
            <w:gridSpan w:val="2"/>
            <w:tcBorders>
              <w:top w:val="nil"/>
              <w:bottom w:val="single" w:sz="12" w:space="0" w:color="4A442A" w:themeColor="background2" w:themeShade="40"/>
              <w:right w:val="single" w:sz="12" w:space="0" w:color="4A442A" w:themeColor="background2" w:themeShade="40"/>
            </w:tcBorders>
            <w:tcMar>
              <w:bottom w:w="113" w:type="dxa"/>
            </w:tcMar>
            <w:vAlign w:val="bottom"/>
          </w:tcPr>
          <w:p w:rsidR="00A56C4C" w:rsidRPr="00AF61A3" w:rsidRDefault="00A56C4C" w:rsidP="00EB2BE8">
            <w:pPr>
              <w:spacing w:before="240"/>
              <w:rPr>
                <w:color w:val="4A442A" w:themeColor="background2" w:themeShade="40"/>
              </w:rPr>
            </w:pPr>
            <w:r w:rsidRPr="00AF61A3">
              <w:rPr>
                <w:color w:val="4A442A" w:themeColor="background2" w:themeShade="40"/>
              </w:rPr>
              <w:t>Hora de finalización: __ : __</w:t>
            </w:r>
          </w:p>
        </w:tc>
      </w:tr>
    </w:tbl>
    <w:tbl>
      <w:tblPr>
        <w:tblStyle w:val="TableGrid"/>
        <w:tblpPr w:leftFromText="141" w:rightFromText="141" w:vertAnchor="text" w:horzAnchor="margin" w:tblpXSpec="center" w:tblpY="261"/>
        <w:tblW w:w="10207" w:type="dxa"/>
        <w:tblLook w:val="04A0" w:firstRow="1" w:lastRow="0" w:firstColumn="1" w:lastColumn="0" w:noHBand="0" w:noVBand="1"/>
      </w:tblPr>
      <w:tblGrid>
        <w:gridCol w:w="1348"/>
        <w:gridCol w:w="212"/>
        <w:gridCol w:w="284"/>
        <w:gridCol w:w="141"/>
        <w:gridCol w:w="709"/>
        <w:gridCol w:w="142"/>
        <w:gridCol w:w="992"/>
        <w:gridCol w:w="142"/>
        <w:gridCol w:w="142"/>
        <w:gridCol w:w="425"/>
        <w:gridCol w:w="335"/>
        <w:gridCol w:w="258"/>
        <w:gridCol w:w="257"/>
        <w:gridCol w:w="142"/>
        <w:gridCol w:w="735"/>
        <w:gridCol w:w="683"/>
        <w:gridCol w:w="283"/>
        <w:gridCol w:w="142"/>
        <w:gridCol w:w="283"/>
        <w:gridCol w:w="426"/>
        <w:gridCol w:w="425"/>
        <w:gridCol w:w="425"/>
        <w:gridCol w:w="284"/>
        <w:gridCol w:w="142"/>
        <w:gridCol w:w="425"/>
        <w:gridCol w:w="142"/>
        <w:gridCol w:w="283"/>
      </w:tblGrid>
      <w:tr w:rsidR="00DD3241" w:rsidTr="00DD3241">
        <w:trPr>
          <w:trHeight w:val="436"/>
        </w:trPr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4A442A" w:themeFill="background2" w:themeFillShade="40"/>
            <w:vAlign w:val="center"/>
          </w:tcPr>
          <w:p w:rsidR="00DD3241" w:rsidRPr="002D0116" w:rsidRDefault="00DD3241" w:rsidP="00DD3241">
            <w:pPr>
              <w:jc w:val="center"/>
              <w:rPr>
                <w:b/>
                <w:color w:val="DDD9C3" w:themeColor="background2" w:themeShade="E6"/>
              </w:rPr>
            </w:pPr>
            <w:r w:rsidRPr="002D0116">
              <w:rPr>
                <w:b/>
                <w:color w:val="DDD9C3" w:themeColor="background2" w:themeShade="E6"/>
              </w:rPr>
              <w:t>Presentación del encuestador</w:t>
            </w:r>
          </w:p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bottom w:w="0" w:type="dxa"/>
            </w:tcMar>
            <w:vAlign w:val="bottom"/>
          </w:tcPr>
          <w:p w:rsidR="00DD3241" w:rsidRDefault="00DD3241" w:rsidP="00DD3241">
            <w:r>
              <w:t xml:space="preserve">Buenos días/tardes, </w:t>
            </w:r>
          </w:p>
          <w:p w:rsidR="00DD3241" w:rsidRDefault="00DD3241" w:rsidP="00DD3241"/>
          <w:p w:rsidR="00DD3241" w:rsidRPr="00442EED" w:rsidRDefault="00DD3241" w:rsidP="00DD3241">
            <w:r>
              <w:t xml:space="preserve">Estamos haciendo una encuesta de valoración de </w:t>
            </w:r>
            <w:sdt>
              <w:sdtPr>
                <w:id w:val="20122352"/>
                <w:placeholder>
                  <w:docPart w:val="6A2E040F6CB241CA86A76E5595B14056"/>
                </w:placeholder>
                <w:text/>
              </w:sdtPr>
              <w:sdtEndPr/>
              <w:sdtContent>
                <w:r>
                  <w:t xml:space="preserve">Chocolate Orgánico. </w:t>
                </w:r>
              </w:sdtContent>
            </w:sdt>
          </w:p>
          <w:p w:rsidR="00DD3241" w:rsidRDefault="00DD3241" w:rsidP="00DD3241">
            <w:r>
              <w:t xml:space="preserve">Estamos interesados en conocer su opinión, por favor, ¿sería tan amable de contestar el siguiente cuestionario? </w:t>
            </w:r>
          </w:p>
          <w:p w:rsidR="00DD3241" w:rsidRDefault="00DD3241" w:rsidP="00DD3241">
            <w:pPr>
              <w:ind w:firstLine="142"/>
            </w:pPr>
          </w:p>
        </w:tc>
      </w:tr>
      <w:tr w:rsidR="00DD3241" w:rsidTr="00DD3241">
        <w:trPr>
          <w:trHeight w:val="208"/>
        </w:trPr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Pr="0076794E" w:rsidRDefault="00DD3241" w:rsidP="00DD3241">
            <w:pPr>
              <w:rPr>
                <w:sz w:val="32"/>
                <w:szCs w:val="32"/>
              </w:rPr>
            </w:pPr>
          </w:p>
        </w:tc>
      </w:tr>
      <w:tr w:rsidR="00DD3241" w:rsidTr="00DD3241">
        <w:trPr>
          <w:trHeight w:val="410"/>
        </w:trPr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4A442A" w:themeFill="background2" w:themeFillShade="40"/>
            <w:vAlign w:val="center"/>
          </w:tcPr>
          <w:p w:rsidR="00DD3241" w:rsidRPr="002D0116" w:rsidRDefault="00DD3241" w:rsidP="00DD3241">
            <w:pPr>
              <w:jc w:val="center"/>
              <w:rPr>
                <w:b/>
                <w:color w:val="DDD9C3" w:themeColor="background2" w:themeShade="E6"/>
              </w:rPr>
            </w:pPr>
            <w:r w:rsidRPr="002D0116">
              <w:rPr>
                <w:b/>
                <w:color w:val="DDD9C3" w:themeColor="background2" w:themeShade="E6"/>
              </w:rPr>
              <w:t>Perfil del encuestado</w:t>
            </w:r>
          </w:p>
        </w:tc>
      </w:tr>
      <w:tr w:rsidR="00DD3241" w:rsidTr="00DD3241"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bottom w:w="0" w:type="dxa"/>
            </w:tcMar>
            <w:vAlign w:val="bottom"/>
          </w:tcPr>
          <w:p w:rsidR="00DD3241" w:rsidRDefault="00DD3241" w:rsidP="00DD3241">
            <w:pPr>
              <w:jc w:val="right"/>
            </w:pPr>
            <w:r>
              <w:t>Edad</w:t>
            </w:r>
          </w:p>
        </w:tc>
        <w:tc>
          <w:tcPr>
            <w:tcW w:w="3524" w:type="dxa"/>
            <w:gridSpan w:val="10"/>
            <w:tcBorders>
              <w:top w:val="nil"/>
              <w:left w:val="nil"/>
              <w:bottom w:val="dashed" w:sz="4" w:space="0" w:color="4A442A" w:themeColor="background2" w:themeShade="40"/>
              <w:right w:val="nil"/>
            </w:tcBorders>
            <w:tcMar>
              <w:top w:w="113" w:type="dxa"/>
              <w:bottom w:w="0" w:type="dxa"/>
            </w:tcMar>
            <w:vAlign w:val="bottom"/>
          </w:tcPr>
          <w:p w:rsidR="00DD3241" w:rsidRDefault="00DD3241" w:rsidP="00DD3241"/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bottom w:w="0" w:type="dxa"/>
            </w:tcMar>
            <w:vAlign w:val="bottom"/>
          </w:tcPr>
          <w:p w:rsidR="00DD3241" w:rsidRDefault="00DD3241" w:rsidP="00DD3241"/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bottom w:w="0" w:type="dxa"/>
            </w:tcMar>
            <w:vAlign w:val="bottom"/>
          </w:tcPr>
          <w:p w:rsidR="00DD3241" w:rsidRDefault="00DD3241" w:rsidP="00DD3241">
            <w:pPr>
              <w:jc w:val="right"/>
            </w:pPr>
            <w:r>
              <w:t>Sexo</w:t>
            </w:r>
          </w:p>
        </w:tc>
        <w:tc>
          <w:tcPr>
            <w:tcW w:w="3660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bottom w:w="0" w:type="dxa"/>
            </w:tcMar>
            <w:vAlign w:val="bottom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24"/>
              <w:gridCol w:w="947"/>
              <w:gridCol w:w="818"/>
              <w:gridCol w:w="852"/>
            </w:tblGrid>
            <w:tr w:rsidR="00DD3241" w:rsidTr="0039655A">
              <w:tc>
                <w:tcPr>
                  <w:tcW w:w="324" w:type="dxa"/>
                </w:tcPr>
                <w:p w:rsidR="00DD3241" w:rsidRDefault="00DD3241" w:rsidP="00F11831">
                  <w:pPr>
                    <w:framePr w:hSpace="141" w:wrap="around" w:vAnchor="text" w:hAnchor="margin" w:xAlign="center" w:y="261"/>
                  </w:pPr>
                </w:p>
              </w:tc>
              <w:tc>
                <w:tcPr>
                  <w:tcW w:w="947" w:type="dxa"/>
                </w:tcPr>
                <w:p w:rsidR="00DD3241" w:rsidRDefault="00DD3241" w:rsidP="00F11831">
                  <w:pPr>
                    <w:framePr w:hSpace="141" w:wrap="around" w:vAnchor="text" w:hAnchor="margin" w:xAlign="center" w:y="261"/>
                  </w:pPr>
                  <w:r>
                    <w:t>Hombre</w:t>
                  </w:r>
                </w:p>
              </w:tc>
              <w:tc>
                <w:tcPr>
                  <w:tcW w:w="818" w:type="dxa"/>
                </w:tcPr>
                <w:p w:rsidR="00DD3241" w:rsidRDefault="00DD3241" w:rsidP="00F11831">
                  <w:pPr>
                    <w:framePr w:hSpace="141" w:wrap="around" w:vAnchor="text" w:hAnchor="margin" w:xAlign="center" w:y="261"/>
                  </w:pPr>
                </w:p>
              </w:tc>
              <w:tc>
                <w:tcPr>
                  <w:tcW w:w="852" w:type="dxa"/>
                </w:tcPr>
                <w:p w:rsidR="00DD3241" w:rsidRDefault="00DD3241" w:rsidP="00F11831">
                  <w:pPr>
                    <w:framePr w:hSpace="141" w:wrap="around" w:vAnchor="text" w:hAnchor="margin" w:xAlign="center" w:y="261"/>
                  </w:pPr>
                  <w:r>
                    <w:t>Mujer</w:t>
                  </w:r>
                </w:p>
              </w:tc>
            </w:tr>
          </w:tbl>
          <w:p w:rsidR="00DD3241" w:rsidRDefault="00DD3241" w:rsidP="00DD3241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bottom w:w="0" w:type="dxa"/>
            </w:tcMar>
            <w:vAlign w:val="bottom"/>
          </w:tcPr>
          <w:p w:rsidR="00DD3241" w:rsidRDefault="00DD3241" w:rsidP="00DD3241"/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Pr="000E6BE0" w:rsidRDefault="00DD3241" w:rsidP="00DD3241">
            <w:pPr>
              <w:rPr>
                <w:sz w:val="28"/>
                <w:szCs w:val="28"/>
              </w:rPr>
            </w:pPr>
          </w:p>
        </w:tc>
      </w:tr>
      <w:tr w:rsidR="00DD3241" w:rsidTr="00DD3241">
        <w:trPr>
          <w:trHeight w:val="412"/>
        </w:trPr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4A442A" w:themeFill="background2" w:themeFillShade="40"/>
            <w:vAlign w:val="center"/>
          </w:tcPr>
          <w:p w:rsidR="00DD3241" w:rsidRDefault="00DD3241" w:rsidP="00DD3241">
            <w:pPr>
              <w:jc w:val="center"/>
            </w:pPr>
            <w:r w:rsidRPr="002D0116">
              <w:rPr>
                <w:b/>
                <w:color w:val="DDD9C3" w:themeColor="background2" w:themeShade="E6"/>
              </w:rPr>
              <w:t>Descripción del producto</w:t>
            </w:r>
          </w:p>
        </w:tc>
      </w:tr>
      <w:tr w:rsidR="00DD3241" w:rsidRPr="00CF0091" w:rsidTr="00DD3241">
        <w:trPr>
          <w:trHeight w:val="70"/>
        </w:trPr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3241" w:rsidRPr="00B86654" w:rsidRDefault="00DD3241" w:rsidP="00DD3241">
            <w:pPr>
              <w:jc w:val="center"/>
              <w:rPr>
                <w:b/>
                <w:sz w:val="8"/>
                <w:szCs w:val="16"/>
              </w:rPr>
            </w:pPr>
          </w:p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Pr="00B86654" w:rsidRDefault="00DD3241" w:rsidP="00DD3241">
            <w:pPr>
              <w:rPr>
                <w:color w:val="4A442A" w:themeColor="background2" w:themeShade="40"/>
              </w:rPr>
            </w:pPr>
            <w:r w:rsidRPr="00B86654">
              <w:rPr>
                <w:color w:val="4A442A" w:themeColor="background2" w:themeShade="40"/>
              </w:rPr>
              <w:t>1.- En una escala del 1 a</w:t>
            </w:r>
            <w:r>
              <w:rPr>
                <w:color w:val="4A442A" w:themeColor="background2" w:themeShade="40"/>
              </w:rPr>
              <w:t>l 6, dónde 6 es “muy importante” y 1 es “nada importante</w:t>
            </w:r>
            <w:r w:rsidRPr="00B86654">
              <w:rPr>
                <w:color w:val="4A442A" w:themeColor="background2" w:themeShade="40"/>
              </w:rPr>
              <w:t>”</w:t>
            </w:r>
          </w:p>
        </w:tc>
      </w:tr>
      <w:tr w:rsidR="00DD3241" w:rsidTr="00DD3241">
        <w:trPr>
          <w:trHeight w:val="70"/>
        </w:trPr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Pr="00B86654" w:rsidRDefault="00DD3241" w:rsidP="00DD3241">
            <w:pPr>
              <w:rPr>
                <w:sz w:val="8"/>
                <w:szCs w:val="16"/>
              </w:rPr>
            </w:pPr>
          </w:p>
        </w:tc>
      </w:tr>
      <w:tr w:rsidR="00DD3241" w:rsidTr="00DD3241">
        <w:trPr>
          <w:trHeight w:val="104"/>
        </w:trPr>
        <w:tc>
          <w:tcPr>
            <w:tcW w:w="7655" w:type="dxa"/>
            <w:gridSpan w:val="19"/>
            <w:tcBorders>
              <w:top w:val="nil"/>
              <w:left w:val="nil"/>
              <w:bottom w:val="nil"/>
              <w:right w:val="single" w:sz="4" w:space="0" w:color="4A442A" w:themeColor="background2" w:themeShade="40"/>
            </w:tcBorders>
          </w:tcPr>
          <w:p w:rsidR="00DD3241" w:rsidRDefault="00DD3241" w:rsidP="00DD3241"/>
        </w:tc>
        <w:tc>
          <w:tcPr>
            <w:tcW w:w="426" w:type="dxa"/>
            <w:tcBorders>
              <w:top w:val="single" w:sz="4" w:space="0" w:color="4A442A" w:themeColor="background2" w:themeShade="40"/>
              <w:left w:val="single" w:sz="4" w:space="0" w:color="4A442A" w:themeColor="background2" w:themeShade="40"/>
              <w:bottom w:val="nil"/>
              <w:right w:val="single" w:sz="4" w:space="0" w:color="4A442A" w:themeColor="background2" w:themeShade="40"/>
            </w:tcBorders>
            <w:shd w:val="clear" w:color="auto" w:fill="C4BC96" w:themeFill="background2" w:themeFillShade="BF"/>
            <w:vAlign w:val="center"/>
          </w:tcPr>
          <w:p w:rsidR="00DD3241" w:rsidRPr="000E6BE0" w:rsidRDefault="00DD3241" w:rsidP="00DD3241">
            <w:pPr>
              <w:jc w:val="center"/>
              <w:rPr>
                <w:color w:val="4A442A" w:themeColor="background2" w:themeShade="40"/>
                <w:sz w:val="18"/>
                <w:szCs w:val="18"/>
              </w:rPr>
            </w:pPr>
            <w:r w:rsidRPr="000E6BE0">
              <w:rPr>
                <w:color w:val="4A442A" w:themeColor="background2" w:themeShade="4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4A442A" w:themeColor="background2" w:themeShade="40"/>
              <w:left w:val="single" w:sz="4" w:space="0" w:color="4A442A" w:themeColor="background2" w:themeShade="40"/>
              <w:bottom w:val="nil"/>
              <w:right w:val="single" w:sz="4" w:space="0" w:color="4A442A" w:themeColor="background2" w:themeShade="40"/>
            </w:tcBorders>
            <w:shd w:val="clear" w:color="auto" w:fill="C4BC96" w:themeFill="background2" w:themeFillShade="BF"/>
            <w:vAlign w:val="center"/>
          </w:tcPr>
          <w:p w:rsidR="00DD3241" w:rsidRPr="000E6BE0" w:rsidRDefault="00DD3241" w:rsidP="00DD3241">
            <w:pPr>
              <w:jc w:val="center"/>
              <w:rPr>
                <w:color w:val="4A442A" w:themeColor="background2" w:themeShade="40"/>
                <w:sz w:val="18"/>
                <w:szCs w:val="18"/>
              </w:rPr>
            </w:pPr>
            <w:r w:rsidRPr="000E6BE0">
              <w:rPr>
                <w:color w:val="4A442A" w:themeColor="background2" w:themeShade="40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4A442A" w:themeColor="background2" w:themeShade="40"/>
              <w:left w:val="single" w:sz="4" w:space="0" w:color="4A442A" w:themeColor="background2" w:themeShade="40"/>
              <w:bottom w:val="nil"/>
              <w:right w:val="single" w:sz="4" w:space="0" w:color="4A442A" w:themeColor="background2" w:themeShade="40"/>
            </w:tcBorders>
            <w:shd w:val="clear" w:color="auto" w:fill="C4BC96" w:themeFill="background2" w:themeFillShade="BF"/>
            <w:vAlign w:val="center"/>
          </w:tcPr>
          <w:p w:rsidR="00DD3241" w:rsidRPr="000E6BE0" w:rsidRDefault="00DD3241" w:rsidP="00DD3241">
            <w:pPr>
              <w:jc w:val="center"/>
              <w:rPr>
                <w:color w:val="4A442A" w:themeColor="background2" w:themeShade="40"/>
                <w:sz w:val="18"/>
                <w:szCs w:val="18"/>
              </w:rPr>
            </w:pPr>
            <w:r w:rsidRPr="000E6BE0">
              <w:rPr>
                <w:color w:val="4A442A" w:themeColor="background2" w:themeShade="40"/>
                <w:sz w:val="18"/>
                <w:szCs w:val="18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4A442A" w:themeColor="background2" w:themeShade="40"/>
              <w:left w:val="single" w:sz="4" w:space="0" w:color="4A442A" w:themeColor="background2" w:themeShade="40"/>
              <w:bottom w:val="nil"/>
              <w:right w:val="single" w:sz="4" w:space="0" w:color="4A442A" w:themeColor="background2" w:themeShade="40"/>
            </w:tcBorders>
            <w:shd w:val="clear" w:color="auto" w:fill="C4BC96" w:themeFill="background2" w:themeFillShade="BF"/>
            <w:vAlign w:val="center"/>
          </w:tcPr>
          <w:p w:rsidR="00DD3241" w:rsidRPr="000E6BE0" w:rsidRDefault="00DD3241" w:rsidP="00DD3241">
            <w:pPr>
              <w:jc w:val="center"/>
              <w:rPr>
                <w:color w:val="4A442A" w:themeColor="background2" w:themeShade="40"/>
                <w:sz w:val="18"/>
                <w:szCs w:val="18"/>
              </w:rPr>
            </w:pPr>
            <w:r w:rsidRPr="000E6BE0">
              <w:rPr>
                <w:color w:val="4A442A" w:themeColor="background2" w:themeShade="4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4A442A" w:themeColor="background2" w:themeShade="40"/>
              <w:left w:val="single" w:sz="4" w:space="0" w:color="4A442A" w:themeColor="background2" w:themeShade="40"/>
              <w:bottom w:val="nil"/>
              <w:right w:val="single" w:sz="4" w:space="0" w:color="4A442A" w:themeColor="background2" w:themeShade="40"/>
            </w:tcBorders>
            <w:shd w:val="clear" w:color="auto" w:fill="C4BC96" w:themeFill="background2" w:themeFillShade="BF"/>
            <w:vAlign w:val="center"/>
          </w:tcPr>
          <w:p w:rsidR="00DD3241" w:rsidRPr="000E6BE0" w:rsidRDefault="00DD3241" w:rsidP="00DD3241">
            <w:pPr>
              <w:jc w:val="center"/>
              <w:rPr>
                <w:color w:val="4A442A" w:themeColor="background2" w:themeShade="40"/>
                <w:sz w:val="18"/>
                <w:szCs w:val="18"/>
              </w:rPr>
            </w:pPr>
            <w:r w:rsidRPr="000E6BE0">
              <w:rPr>
                <w:color w:val="4A442A" w:themeColor="background2" w:themeShade="40"/>
                <w:sz w:val="18"/>
                <w:szCs w:val="18"/>
              </w:rPr>
              <w:t>5</w:t>
            </w:r>
          </w:p>
        </w:tc>
        <w:tc>
          <w:tcPr>
            <w:tcW w:w="425" w:type="dxa"/>
            <w:gridSpan w:val="2"/>
            <w:tcBorders>
              <w:top w:val="single" w:sz="4" w:space="0" w:color="4A442A" w:themeColor="background2" w:themeShade="40"/>
              <w:left w:val="single" w:sz="4" w:space="0" w:color="4A442A" w:themeColor="background2" w:themeShade="40"/>
              <w:bottom w:val="nil"/>
              <w:right w:val="single" w:sz="4" w:space="0" w:color="4A442A" w:themeColor="background2" w:themeShade="40"/>
            </w:tcBorders>
            <w:shd w:val="clear" w:color="auto" w:fill="C4BC96" w:themeFill="background2" w:themeFillShade="BF"/>
            <w:vAlign w:val="center"/>
          </w:tcPr>
          <w:p w:rsidR="00DD3241" w:rsidRPr="000E6BE0" w:rsidRDefault="00DD3241" w:rsidP="00DD3241">
            <w:pPr>
              <w:jc w:val="center"/>
              <w:rPr>
                <w:color w:val="4A442A" w:themeColor="background2" w:themeShade="40"/>
                <w:sz w:val="18"/>
                <w:szCs w:val="18"/>
              </w:rPr>
            </w:pPr>
            <w:r w:rsidRPr="000E6BE0">
              <w:rPr>
                <w:color w:val="4A442A" w:themeColor="background2" w:themeShade="40"/>
                <w:sz w:val="18"/>
                <w:szCs w:val="18"/>
              </w:rPr>
              <w:t>6</w:t>
            </w:r>
          </w:p>
        </w:tc>
      </w:tr>
      <w:tr w:rsidR="00DD3241" w:rsidTr="00DD3241">
        <w:trPr>
          <w:trHeight w:val="132"/>
        </w:trPr>
        <w:tc>
          <w:tcPr>
            <w:tcW w:w="7655" w:type="dxa"/>
            <w:gridSpan w:val="19"/>
            <w:tcBorders>
              <w:top w:val="nil"/>
              <w:left w:val="nil"/>
              <w:bottom w:val="nil"/>
              <w:right w:val="single" w:sz="4" w:space="0" w:color="4A442A" w:themeColor="background2" w:themeShade="40"/>
            </w:tcBorders>
          </w:tcPr>
          <w:p w:rsidR="00DD3241" w:rsidRPr="00B86654" w:rsidRDefault="00DD3241" w:rsidP="00DD3241">
            <w:pPr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¿Cómo de importante son los productos orgánicos para usted</w:t>
            </w:r>
            <w:r w:rsidRPr="00B86654">
              <w:rPr>
                <w:color w:val="4A442A" w:themeColor="background2" w:themeShade="40"/>
              </w:rPr>
              <w:t>?</w:t>
            </w:r>
          </w:p>
        </w:tc>
        <w:tc>
          <w:tcPr>
            <w:tcW w:w="426" w:type="dxa"/>
            <w:tcBorders>
              <w:top w:val="nil"/>
              <w:left w:val="single" w:sz="4" w:space="0" w:color="4A442A" w:themeColor="background2" w:themeShade="40"/>
              <w:bottom w:val="single" w:sz="4" w:space="0" w:color="4A442A" w:themeColor="background2" w:themeShade="40"/>
              <w:right w:val="single" w:sz="4" w:space="0" w:color="4A442A" w:themeColor="background2" w:themeShade="40"/>
            </w:tcBorders>
            <w:shd w:val="clear" w:color="auto" w:fill="auto"/>
          </w:tcPr>
          <w:p w:rsidR="00DD3241" w:rsidRDefault="00DD3241" w:rsidP="00DD3241"/>
        </w:tc>
        <w:tc>
          <w:tcPr>
            <w:tcW w:w="425" w:type="dxa"/>
            <w:tcBorders>
              <w:top w:val="nil"/>
              <w:left w:val="single" w:sz="4" w:space="0" w:color="4A442A" w:themeColor="background2" w:themeShade="40"/>
              <w:bottom w:val="single" w:sz="4" w:space="0" w:color="4A442A" w:themeColor="background2" w:themeShade="40"/>
              <w:right w:val="single" w:sz="4" w:space="0" w:color="4A442A" w:themeColor="background2" w:themeShade="40"/>
            </w:tcBorders>
            <w:shd w:val="clear" w:color="auto" w:fill="auto"/>
          </w:tcPr>
          <w:p w:rsidR="00DD3241" w:rsidRDefault="00DD3241" w:rsidP="00DD3241"/>
        </w:tc>
        <w:tc>
          <w:tcPr>
            <w:tcW w:w="425" w:type="dxa"/>
            <w:tcBorders>
              <w:top w:val="nil"/>
              <w:left w:val="single" w:sz="4" w:space="0" w:color="4A442A" w:themeColor="background2" w:themeShade="40"/>
              <w:bottom w:val="single" w:sz="4" w:space="0" w:color="4A442A" w:themeColor="background2" w:themeShade="40"/>
              <w:right w:val="single" w:sz="4" w:space="0" w:color="4A442A" w:themeColor="background2" w:themeShade="40"/>
            </w:tcBorders>
            <w:shd w:val="clear" w:color="auto" w:fill="auto"/>
          </w:tcPr>
          <w:p w:rsidR="00DD3241" w:rsidRDefault="00DD3241" w:rsidP="00DD3241"/>
        </w:tc>
        <w:tc>
          <w:tcPr>
            <w:tcW w:w="426" w:type="dxa"/>
            <w:gridSpan w:val="2"/>
            <w:tcBorders>
              <w:top w:val="nil"/>
              <w:left w:val="single" w:sz="4" w:space="0" w:color="4A442A" w:themeColor="background2" w:themeShade="40"/>
              <w:bottom w:val="single" w:sz="4" w:space="0" w:color="4A442A" w:themeColor="background2" w:themeShade="40"/>
              <w:right w:val="single" w:sz="4" w:space="0" w:color="4A442A" w:themeColor="background2" w:themeShade="40"/>
            </w:tcBorders>
            <w:shd w:val="clear" w:color="auto" w:fill="auto"/>
          </w:tcPr>
          <w:p w:rsidR="00DD3241" w:rsidRDefault="00DD3241" w:rsidP="00DD3241"/>
        </w:tc>
        <w:tc>
          <w:tcPr>
            <w:tcW w:w="425" w:type="dxa"/>
            <w:tcBorders>
              <w:top w:val="nil"/>
              <w:left w:val="single" w:sz="4" w:space="0" w:color="4A442A" w:themeColor="background2" w:themeShade="40"/>
              <w:bottom w:val="single" w:sz="4" w:space="0" w:color="4A442A" w:themeColor="background2" w:themeShade="40"/>
              <w:right w:val="single" w:sz="4" w:space="0" w:color="4A442A" w:themeColor="background2" w:themeShade="40"/>
            </w:tcBorders>
            <w:shd w:val="clear" w:color="auto" w:fill="auto"/>
          </w:tcPr>
          <w:p w:rsidR="00DD3241" w:rsidRDefault="00DD3241" w:rsidP="00DD3241"/>
        </w:tc>
        <w:tc>
          <w:tcPr>
            <w:tcW w:w="425" w:type="dxa"/>
            <w:gridSpan w:val="2"/>
            <w:tcBorders>
              <w:top w:val="nil"/>
              <w:left w:val="single" w:sz="4" w:space="0" w:color="4A442A" w:themeColor="background2" w:themeShade="40"/>
              <w:bottom w:val="single" w:sz="4" w:space="0" w:color="4A442A" w:themeColor="background2" w:themeShade="40"/>
              <w:right w:val="single" w:sz="4" w:space="0" w:color="4A442A" w:themeColor="background2" w:themeShade="40"/>
            </w:tcBorders>
            <w:shd w:val="clear" w:color="auto" w:fill="auto"/>
          </w:tcPr>
          <w:p w:rsidR="00DD3241" w:rsidRDefault="00DD3241" w:rsidP="00DD3241"/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Pr="000E6BE0" w:rsidRDefault="00DD3241" w:rsidP="00DD3241">
            <w:pPr>
              <w:rPr>
                <w:sz w:val="28"/>
                <w:szCs w:val="28"/>
              </w:rPr>
            </w:pPr>
          </w:p>
        </w:tc>
      </w:tr>
      <w:tr w:rsidR="00DD3241" w:rsidTr="00DD3241">
        <w:trPr>
          <w:trHeight w:val="206"/>
        </w:trPr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Pr="00B86654" w:rsidRDefault="00DD3241" w:rsidP="00DD3241">
            <w:pPr>
              <w:rPr>
                <w:color w:val="4A442A" w:themeColor="background2" w:themeShade="40"/>
              </w:rPr>
            </w:pPr>
            <w:r w:rsidRPr="00B86654">
              <w:rPr>
                <w:color w:val="4A442A" w:themeColor="background2" w:themeShade="40"/>
              </w:rPr>
              <w:t xml:space="preserve">2.- ¿Cuál o cuáles de las siguientes características le </w:t>
            </w:r>
            <w:r>
              <w:rPr>
                <w:color w:val="4A442A" w:themeColor="background2" w:themeShade="40"/>
              </w:rPr>
              <w:t>atraen de un chocolate</w:t>
            </w:r>
            <w:r w:rsidRPr="00B86654">
              <w:rPr>
                <w:color w:val="4A442A" w:themeColor="background2" w:themeShade="40"/>
              </w:rPr>
              <w:t>?</w:t>
            </w:r>
          </w:p>
        </w:tc>
      </w:tr>
      <w:tr w:rsidR="00DD3241" w:rsidTr="00DD3241">
        <w:trPr>
          <w:trHeight w:val="70"/>
        </w:trPr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Pr="00B86654" w:rsidRDefault="00DD3241" w:rsidP="00DD3241">
            <w:pPr>
              <w:rPr>
                <w:sz w:val="8"/>
                <w:szCs w:val="16"/>
              </w:rPr>
            </w:pPr>
          </w:p>
        </w:tc>
      </w:tr>
      <w:tr w:rsidR="00DD3241" w:rsidTr="00DD3241">
        <w:tc>
          <w:tcPr>
            <w:tcW w:w="19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D3241" w:rsidRPr="00B86654" w:rsidRDefault="00CF0E52" w:rsidP="00DD3241">
            <w:pPr>
              <w:rPr>
                <w:color w:val="4A442A" w:themeColor="background2" w:themeShade="40"/>
              </w:rPr>
            </w:pPr>
            <w:r>
              <w:rPr>
                <w:noProof/>
                <w:color w:val="4A442A" w:themeColor="background2" w:themeShade="4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31750</wp:posOffset>
                      </wp:positionV>
                      <wp:extent cx="95250" cy="90805"/>
                      <wp:effectExtent l="9525" t="7620" r="9525" b="25400"/>
                      <wp:wrapNone/>
                      <wp:docPr id="48" name="Rectangle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5" o:spid="_x0000_s1026" style="position:absolute;margin-left:12.1pt;margin-top:2.5pt;width:7.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rPr>
                <w:color w:val="4A442A" w:themeColor="background2" w:themeShade="40"/>
              </w:rPr>
              <w:t xml:space="preserve">          Sabor 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D3241" w:rsidRPr="00B86654" w:rsidRDefault="00CF0E52" w:rsidP="00DD3241">
            <w:pPr>
              <w:jc w:val="center"/>
              <w:rPr>
                <w:color w:val="4A442A" w:themeColor="background2" w:themeShade="40"/>
              </w:rPr>
            </w:pPr>
            <w:r>
              <w:rPr>
                <w:noProof/>
                <w:color w:val="4A442A" w:themeColor="background2" w:themeShade="4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31750</wp:posOffset>
                      </wp:positionV>
                      <wp:extent cx="95250" cy="90805"/>
                      <wp:effectExtent l="9525" t="7620" r="9525" b="25400"/>
                      <wp:wrapNone/>
                      <wp:docPr id="47" name="Rectangl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6" o:spid="_x0000_s1026" style="position:absolute;margin-left:5.1pt;margin-top:2.5pt;width:7.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rPr>
                <w:color w:val="4A442A" w:themeColor="background2" w:themeShade="40"/>
              </w:rPr>
              <w:t>Contenido nutricional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3241" w:rsidRPr="00B86654" w:rsidRDefault="00CF0E52" w:rsidP="00DD3241">
            <w:pPr>
              <w:jc w:val="center"/>
              <w:rPr>
                <w:color w:val="4A442A" w:themeColor="background2" w:themeShade="40"/>
              </w:rPr>
            </w:pPr>
            <w:r>
              <w:rPr>
                <w:noProof/>
                <w:color w:val="4A442A" w:themeColor="background2" w:themeShade="4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31750</wp:posOffset>
                      </wp:positionV>
                      <wp:extent cx="95250" cy="90805"/>
                      <wp:effectExtent l="9525" t="7620" r="9525" b="25400"/>
                      <wp:wrapNone/>
                      <wp:docPr id="46" name="Rectangle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7" o:spid="_x0000_s1026" style="position:absolute;margin-left:6.35pt;margin-top:2.5pt;width:7.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rPr>
                <w:color w:val="4A442A" w:themeColor="background2" w:themeShade="40"/>
              </w:rPr>
              <w:t xml:space="preserve"> Marca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3241" w:rsidRPr="00B86654" w:rsidRDefault="00CF0E52" w:rsidP="00DD3241">
            <w:pPr>
              <w:rPr>
                <w:color w:val="4A442A" w:themeColor="background2" w:themeShade="40"/>
              </w:rPr>
            </w:pPr>
            <w:r>
              <w:rPr>
                <w:noProof/>
                <w:color w:val="4A442A" w:themeColor="background2" w:themeShade="4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31750</wp:posOffset>
                      </wp:positionV>
                      <wp:extent cx="95250" cy="90805"/>
                      <wp:effectExtent l="8890" t="7620" r="10160" b="25400"/>
                      <wp:wrapNone/>
                      <wp:docPr id="45" name="Rectangl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8" o:spid="_x0000_s1026" style="position:absolute;margin-left:.75pt;margin-top:2.5pt;width:7.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rPr>
                <w:color w:val="4A442A" w:themeColor="background2" w:themeShade="40"/>
              </w:rPr>
              <w:t xml:space="preserve">     Precio</w:t>
            </w:r>
          </w:p>
        </w:tc>
        <w:tc>
          <w:tcPr>
            <w:tcW w:w="28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D3241" w:rsidRPr="00B86654" w:rsidRDefault="00CF0E52" w:rsidP="00DD3241">
            <w:pPr>
              <w:jc w:val="center"/>
              <w:rPr>
                <w:color w:val="4A442A" w:themeColor="background2" w:themeShade="40"/>
              </w:rPr>
            </w:pPr>
            <w:r>
              <w:rPr>
                <w:noProof/>
                <w:color w:val="4A442A" w:themeColor="background2" w:themeShade="4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31750</wp:posOffset>
                      </wp:positionV>
                      <wp:extent cx="95250" cy="90805"/>
                      <wp:effectExtent l="8890" t="7620" r="10160" b="25400"/>
                      <wp:wrapNone/>
                      <wp:docPr id="44" name="Rectangle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9" o:spid="_x0000_s1026" style="position:absolute;margin-left:3.5pt;margin-top:2.5pt;width:7.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rPr>
                <w:color w:val="4A442A" w:themeColor="background2" w:themeShade="40"/>
              </w:rPr>
              <w:t xml:space="preserve">  La forma de elaboración</w:t>
            </w:r>
          </w:p>
        </w:tc>
      </w:tr>
      <w:tr w:rsidR="00DD3241" w:rsidTr="00DD3241">
        <w:trPr>
          <w:trHeight w:val="192"/>
        </w:trPr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Pr="00EB2BE8" w:rsidRDefault="00DD3241" w:rsidP="00DD3241">
            <w:pPr>
              <w:jc w:val="right"/>
              <w:rPr>
                <w:noProof/>
                <w:sz w:val="4"/>
                <w:szCs w:val="16"/>
                <w:lang w:eastAsia="es-ES"/>
              </w:rPr>
            </w:pPr>
          </w:p>
        </w:tc>
      </w:tr>
      <w:tr w:rsidR="00DD3241" w:rsidTr="00DD3241">
        <w:trPr>
          <w:trHeight w:val="499"/>
        </w:trPr>
        <w:tc>
          <w:tcPr>
            <w:tcW w:w="3970" w:type="dxa"/>
            <w:gridSpan w:val="8"/>
            <w:tcBorders>
              <w:top w:val="nil"/>
              <w:left w:val="nil"/>
              <w:bottom w:val="nil"/>
              <w:right w:val="single" w:sz="4" w:space="0" w:color="4A442A" w:themeColor="background2" w:themeShade="40"/>
            </w:tcBorders>
            <w:vAlign w:val="center"/>
          </w:tcPr>
          <w:p w:rsidR="00DD3241" w:rsidRPr="00B86654" w:rsidRDefault="00CF0E52" w:rsidP="00DD3241">
            <w:pPr>
              <w:ind w:firstLine="1027"/>
              <w:rPr>
                <w:color w:val="4A442A" w:themeColor="background2" w:themeShade="40"/>
              </w:rPr>
            </w:pPr>
            <w:r>
              <w:rPr>
                <w:noProof/>
                <w:color w:val="4A442A" w:themeColor="background2" w:themeShade="4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471805</wp:posOffset>
                      </wp:positionH>
                      <wp:positionV relativeFrom="paragraph">
                        <wp:posOffset>17145</wp:posOffset>
                      </wp:positionV>
                      <wp:extent cx="95250" cy="90805"/>
                      <wp:effectExtent l="13335" t="12065" r="15240" b="20955"/>
                      <wp:wrapNone/>
                      <wp:docPr id="43" name="Rectangl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0" o:spid="_x0000_s1026" style="position:absolute;margin-left:37.15pt;margin-top:1.35pt;width:7.5pt;height: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 w:rsidRPr="00B86654">
              <w:rPr>
                <w:color w:val="4A442A" w:themeColor="background2" w:themeShade="40"/>
              </w:rPr>
              <w:t>Otra (por favor, especifique)</w:t>
            </w:r>
          </w:p>
        </w:tc>
        <w:tc>
          <w:tcPr>
            <w:tcW w:w="6237" w:type="dxa"/>
            <w:gridSpan w:val="19"/>
            <w:tcBorders>
              <w:top w:val="single" w:sz="4" w:space="0" w:color="4A442A" w:themeColor="background2" w:themeShade="40"/>
              <w:left w:val="single" w:sz="4" w:space="0" w:color="4A442A" w:themeColor="background2" w:themeShade="40"/>
              <w:bottom w:val="single" w:sz="4" w:space="0" w:color="4A442A" w:themeColor="background2" w:themeShade="40"/>
              <w:right w:val="single" w:sz="4" w:space="0" w:color="4A442A" w:themeColor="background2" w:themeShade="40"/>
            </w:tcBorders>
            <w:vAlign w:val="bottom"/>
          </w:tcPr>
          <w:p w:rsidR="00DD3241" w:rsidRDefault="00DD3241" w:rsidP="00DD3241"/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Pr="000E6BE0" w:rsidRDefault="00DD3241" w:rsidP="00DD3241">
            <w:pPr>
              <w:rPr>
                <w:sz w:val="28"/>
                <w:szCs w:val="28"/>
              </w:rPr>
            </w:pPr>
          </w:p>
        </w:tc>
      </w:tr>
      <w:tr w:rsidR="00DD3241" w:rsidTr="00DD3241">
        <w:trPr>
          <w:trHeight w:val="436"/>
        </w:trPr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4A442A" w:themeFill="background2" w:themeFillShade="40"/>
            <w:vAlign w:val="center"/>
          </w:tcPr>
          <w:p w:rsidR="00DD3241" w:rsidRPr="00EB2BE8" w:rsidRDefault="00DD3241" w:rsidP="00DD3241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color w:val="DDD9C3" w:themeColor="background2" w:themeShade="E6"/>
              </w:rPr>
              <w:t>Descripción</w:t>
            </w:r>
            <w:r w:rsidRPr="002D0116">
              <w:rPr>
                <w:b/>
                <w:color w:val="DDD9C3" w:themeColor="background2" w:themeShade="E6"/>
              </w:rPr>
              <w:t xml:space="preserve"> del producto</w:t>
            </w:r>
          </w:p>
        </w:tc>
      </w:tr>
      <w:tr w:rsidR="00DD3241" w:rsidTr="00DD3241">
        <w:trPr>
          <w:trHeight w:val="96"/>
        </w:trPr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3241" w:rsidRPr="00B86654" w:rsidRDefault="00DD3241" w:rsidP="00DD3241">
            <w:pPr>
              <w:jc w:val="center"/>
              <w:rPr>
                <w:b/>
                <w:sz w:val="8"/>
                <w:szCs w:val="16"/>
              </w:rPr>
            </w:pPr>
          </w:p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Default="00DD3241" w:rsidP="00DD3241">
            <w:r>
              <w:t>3.- ¿Cuál su forma más común de consumir un chocolate?</w:t>
            </w:r>
          </w:p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Pr="00CF0091" w:rsidRDefault="00DD3241" w:rsidP="00DD3241">
            <w:pPr>
              <w:rPr>
                <w:sz w:val="4"/>
                <w:szCs w:val="16"/>
              </w:rPr>
            </w:pPr>
          </w:p>
        </w:tc>
      </w:tr>
      <w:tr w:rsidR="00DD3241" w:rsidTr="00DD3241">
        <w:trPr>
          <w:trHeight w:val="420"/>
        </w:trPr>
        <w:tc>
          <w:tcPr>
            <w:tcW w:w="15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3241" w:rsidRDefault="00CF0E52" w:rsidP="00DD3241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189865</wp:posOffset>
                      </wp:positionH>
                      <wp:positionV relativeFrom="paragraph">
                        <wp:posOffset>28575</wp:posOffset>
                      </wp:positionV>
                      <wp:extent cx="95250" cy="90805"/>
                      <wp:effectExtent l="7620" t="9525" r="11430" b="23495"/>
                      <wp:wrapNone/>
                      <wp:docPr id="42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1" o:spid="_x0000_s1026" style="position:absolute;margin-left:14.95pt;margin-top:2.25pt;width:7.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t xml:space="preserve">    Barra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3241" w:rsidRDefault="00CF0E52" w:rsidP="00DD3241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43180</wp:posOffset>
                      </wp:positionV>
                      <wp:extent cx="95250" cy="90805"/>
                      <wp:effectExtent l="13335" t="14605" r="15240" b="27940"/>
                      <wp:wrapNone/>
                      <wp:docPr id="41" name="Rectangle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2" o:spid="_x0000_s1026" style="position:absolute;margin-left:8.65pt;margin-top:3.4pt;width:7.5pt;height:7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t>Polvo</w:t>
            </w:r>
          </w:p>
        </w:tc>
        <w:tc>
          <w:tcPr>
            <w:tcW w:w="20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3241" w:rsidRDefault="00CF0E52" w:rsidP="00DD3241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913765</wp:posOffset>
                      </wp:positionH>
                      <wp:positionV relativeFrom="paragraph">
                        <wp:posOffset>29845</wp:posOffset>
                      </wp:positionV>
                      <wp:extent cx="95250" cy="90805"/>
                      <wp:effectExtent l="7620" t="10795" r="11430" b="22225"/>
                      <wp:wrapNone/>
                      <wp:docPr id="40" name="Rectangle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5" o:spid="_x0000_s1026" style="position:absolute;margin-left:71.95pt;margin-top:2.35pt;width:7.5pt;height: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t>Polvo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123190</wp:posOffset>
                      </wp:positionH>
                      <wp:positionV relativeFrom="paragraph">
                        <wp:posOffset>40640</wp:posOffset>
                      </wp:positionV>
                      <wp:extent cx="95250" cy="90805"/>
                      <wp:effectExtent l="7620" t="12065" r="11430" b="20955"/>
                      <wp:wrapNone/>
                      <wp:docPr id="39" name="Rectangle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3" o:spid="_x0000_s1026" style="position:absolute;margin-left:9.7pt;margin-top:3.2pt;width:7.5pt;height: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t xml:space="preserve">                        </w:t>
            </w:r>
          </w:p>
        </w:tc>
        <w:tc>
          <w:tcPr>
            <w:tcW w:w="3209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3241" w:rsidRDefault="00DD3241" w:rsidP="00DD3241"/>
          <w:p w:rsidR="00DD3241" w:rsidRDefault="00DD3241" w:rsidP="00DD3241"/>
          <w:p w:rsidR="00DD3241" w:rsidRDefault="00DD3241" w:rsidP="00DD3241">
            <w:r>
              <w:t>Líquido</w:t>
            </w:r>
          </w:p>
          <w:p w:rsidR="00DD3241" w:rsidRDefault="00DD3241" w:rsidP="00DD3241">
            <w:pPr>
              <w:jc w:val="right"/>
            </w:pPr>
          </w:p>
          <w:p w:rsidR="00DD3241" w:rsidRDefault="00CF0E52" w:rsidP="00DD3241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47625</wp:posOffset>
                      </wp:positionV>
                      <wp:extent cx="95250" cy="90805"/>
                      <wp:effectExtent l="6985" t="7620" r="12065" b="25400"/>
                      <wp:wrapNone/>
                      <wp:docPr id="38" name="Rectangle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4" o:spid="_x0000_s1026" style="position:absolute;margin-left:7.6pt;margin-top:3.75pt;width:7.5pt;height: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t>Otro (por favor, especifique)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241" w:rsidRPr="00521D71" w:rsidRDefault="00DD3241" w:rsidP="00DD3241">
            <w:pPr>
              <w:jc w:val="center"/>
              <w:rPr>
                <w:color w:val="4A442A" w:themeColor="background2" w:themeShade="40"/>
              </w:rPr>
            </w:pPr>
          </w:p>
        </w:tc>
      </w:tr>
      <w:tr w:rsidR="00DD3241" w:rsidTr="00DD3241">
        <w:trPr>
          <w:trHeight w:val="70"/>
        </w:trPr>
        <w:tc>
          <w:tcPr>
            <w:tcW w:w="15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3241" w:rsidRDefault="00DD3241" w:rsidP="00DD3241">
            <w:pPr>
              <w:jc w:val="right"/>
              <w:rPr>
                <w:noProof/>
                <w:lang w:eastAsia="es-ES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:rsidR="00DD3241" w:rsidRDefault="00DD3241" w:rsidP="00DD3241">
            <w:pPr>
              <w:jc w:val="right"/>
              <w:rPr>
                <w:noProof/>
                <w:lang w:eastAsia="es-ES"/>
              </w:rPr>
            </w:pPr>
          </w:p>
        </w:tc>
        <w:tc>
          <w:tcPr>
            <w:tcW w:w="2036" w:type="dxa"/>
            <w:gridSpan w:val="5"/>
            <w:vMerge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:rsidR="00DD3241" w:rsidRDefault="00DD3241" w:rsidP="00DD3241">
            <w:pPr>
              <w:jc w:val="right"/>
              <w:rPr>
                <w:noProof/>
                <w:lang w:eastAsia="es-ES"/>
              </w:rPr>
            </w:pPr>
          </w:p>
        </w:tc>
        <w:tc>
          <w:tcPr>
            <w:tcW w:w="3209" w:type="dxa"/>
            <w:gridSpan w:val="9"/>
            <w:vMerge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:rsidR="00DD3241" w:rsidRDefault="00DD3241" w:rsidP="00DD3241">
            <w:pPr>
              <w:jc w:val="right"/>
              <w:rPr>
                <w:noProof/>
                <w:lang w:eastAsia="es-ES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241" w:rsidRPr="00521D71" w:rsidRDefault="00DD3241" w:rsidP="00DD3241">
            <w:pPr>
              <w:jc w:val="center"/>
              <w:rPr>
                <w:color w:val="4A442A" w:themeColor="background2" w:themeShade="40"/>
              </w:rPr>
            </w:pPr>
            <w:r w:rsidRPr="00521D71">
              <w:rPr>
                <w:color w:val="4A442A" w:themeColor="background2" w:themeShade="40"/>
              </w:rPr>
              <w:t>_________________</w:t>
            </w:r>
          </w:p>
        </w:tc>
      </w:tr>
      <w:tr w:rsidR="00DD3241" w:rsidTr="00DD3241">
        <w:trPr>
          <w:trHeight w:val="514"/>
        </w:trPr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241" w:rsidRDefault="00DD3241" w:rsidP="00DD3241"/>
          <w:p w:rsidR="00DD3241" w:rsidRDefault="00DD3241" w:rsidP="00DD3241"/>
          <w:p w:rsidR="00DD3241" w:rsidRDefault="00DD3241" w:rsidP="00DD3241"/>
          <w:p w:rsidR="00DD3241" w:rsidRDefault="00DD3241" w:rsidP="00DD3241"/>
          <w:p w:rsidR="00DD3241" w:rsidRDefault="00DD3241" w:rsidP="00DD3241"/>
          <w:p w:rsidR="00DD3241" w:rsidRDefault="00DD3241" w:rsidP="00DD3241">
            <w:r>
              <w:t>4.- ¿Qué piensa de los chocolates orgánicos?</w:t>
            </w:r>
          </w:p>
        </w:tc>
      </w:tr>
      <w:tr w:rsidR="00DD3241" w:rsidTr="00DD3241">
        <w:trPr>
          <w:trHeight w:val="217"/>
        </w:trPr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Pr="00936B48" w:rsidRDefault="00DD3241" w:rsidP="00DD3241">
            <w:pPr>
              <w:rPr>
                <w:sz w:val="8"/>
                <w:szCs w:val="16"/>
              </w:rPr>
            </w:pPr>
          </w:p>
        </w:tc>
      </w:tr>
      <w:tr w:rsidR="00DD3241" w:rsidTr="00DD3241">
        <w:trPr>
          <w:trHeight w:val="350"/>
        </w:trPr>
        <w:tc>
          <w:tcPr>
            <w:tcW w:w="18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3241" w:rsidRDefault="00CF0E52" w:rsidP="00DD3241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519430</wp:posOffset>
                      </wp:positionH>
                      <wp:positionV relativeFrom="paragraph">
                        <wp:posOffset>31750</wp:posOffset>
                      </wp:positionV>
                      <wp:extent cx="95250" cy="90805"/>
                      <wp:effectExtent l="13335" t="6985" r="15240" b="26035"/>
                      <wp:wrapNone/>
                      <wp:docPr id="37" name="Rectangl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6" o:spid="_x0000_s1026" style="position:absolute;margin-left:40.9pt;margin-top:2.5pt;width:7.5pt;height:7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t xml:space="preserve">                     Bajo          en calorías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D3241" w:rsidRDefault="00CF0E52" w:rsidP="00DD3241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31750</wp:posOffset>
                      </wp:positionV>
                      <wp:extent cx="95250" cy="90805"/>
                      <wp:effectExtent l="14605" t="6985" r="13970" b="26035"/>
                      <wp:wrapNone/>
                      <wp:docPr id="36" name="Rectangle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7" o:spid="_x0000_s1026" style="position:absolute;margin-left:12.6pt;margin-top:2.5pt;width:7.5pt;height:7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t>Nutritivo</w:t>
            </w:r>
          </w:p>
        </w:tc>
        <w:tc>
          <w:tcPr>
            <w:tcW w:w="1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D3241" w:rsidRDefault="00CF0E52" w:rsidP="00DD3241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175895</wp:posOffset>
                      </wp:positionH>
                      <wp:positionV relativeFrom="paragraph">
                        <wp:posOffset>31750</wp:posOffset>
                      </wp:positionV>
                      <wp:extent cx="95250" cy="90805"/>
                      <wp:effectExtent l="13970" t="6985" r="14605" b="26035"/>
                      <wp:wrapNone/>
                      <wp:docPr id="35" name="Rectangle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8" o:spid="_x0000_s1026" style="position:absolute;margin-left:13.85pt;margin-top:2.5pt;width:7.5pt;height:7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t xml:space="preserve">      Costoso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3241" w:rsidRDefault="00CF0E52" w:rsidP="00DD3241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200660</wp:posOffset>
                      </wp:positionH>
                      <wp:positionV relativeFrom="paragraph">
                        <wp:posOffset>31750</wp:posOffset>
                      </wp:positionV>
                      <wp:extent cx="95250" cy="90805"/>
                      <wp:effectExtent l="13970" t="6985" r="14605" b="26035"/>
                      <wp:wrapNone/>
                      <wp:docPr id="34" name="Rectangle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9" o:spid="_x0000_s1026" style="position:absolute;margin-left:15.8pt;margin-top:2.5pt;width:7.5pt;height:7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t xml:space="preserve">Delicioso </w:t>
            </w:r>
          </w:p>
        </w:tc>
        <w:tc>
          <w:tcPr>
            <w:tcW w:w="212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D3241" w:rsidRDefault="00CF0E52" w:rsidP="00DD3241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263525</wp:posOffset>
                      </wp:positionH>
                      <wp:positionV relativeFrom="paragraph">
                        <wp:posOffset>31750</wp:posOffset>
                      </wp:positionV>
                      <wp:extent cx="95250" cy="90805"/>
                      <wp:effectExtent l="14605" t="6985" r="13970" b="26035"/>
                      <wp:wrapNone/>
                      <wp:docPr id="33" name="Rectangle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0" o:spid="_x0000_s1026" style="position:absolute;margin-left:20.75pt;margin-top:2.5pt;width:7.5pt;height:7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t xml:space="preserve">   Con mayor cantidad de cacao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3241" w:rsidRDefault="00DD3241" w:rsidP="00DD3241">
            <w:pPr>
              <w:jc w:val="right"/>
            </w:pPr>
          </w:p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Pr="00CF0091" w:rsidRDefault="00DD3241" w:rsidP="00DD3241">
            <w:pPr>
              <w:rPr>
                <w:sz w:val="4"/>
                <w:szCs w:val="16"/>
              </w:rPr>
            </w:pPr>
          </w:p>
        </w:tc>
      </w:tr>
      <w:tr w:rsidR="00DD3241" w:rsidTr="00DD3241">
        <w:trPr>
          <w:trHeight w:val="571"/>
        </w:trPr>
        <w:tc>
          <w:tcPr>
            <w:tcW w:w="3970" w:type="dxa"/>
            <w:gridSpan w:val="8"/>
            <w:tcBorders>
              <w:top w:val="nil"/>
              <w:left w:val="nil"/>
              <w:bottom w:val="nil"/>
              <w:right w:val="single" w:sz="4" w:space="0" w:color="4A442A" w:themeColor="background2" w:themeShade="40"/>
            </w:tcBorders>
            <w:vAlign w:val="center"/>
          </w:tcPr>
          <w:p w:rsidR="00DD3241" w:rsidRDefault="00CF0E52" w:rsidP="00DD3241">
            <w:pPr>
              <w:ind w:firstLine="1027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523240</wp:posOffset>
                      </wp:positionH>
                      <wp:positionV relativeFrom="paragraph">
                        <wp:posOffset>20320</wp:posOffset>
                      </wp:positionV>
                      <wp:extent cx="95250" cy="90805"/>
                      <wp:effectExtent l="7620" t="12700" r="11430" b="29845"/>
                      <wp:wrapNone/>
                      <wp:docPr id="32" name="Rectangle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1" o:spid="_x0000_s1026" style="position:absolute;margin-left:41.2pt;margin-top:1.6pt;width:7.5pt;height:7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t>Otra (por favor, especifique)</w:t>
            </w:r>
          </w:p>
        </w:tc>
        <w:tc>
          <w:tcPr>
            <w:tcW w:w="6237" w:type="dxa"/>
            <w:gridSpan w:val="19"/>
            <w:tcBorders>
              <w:top w:val="single" w:sz="4" w:space="0" w:color="4A442A" w:themeColor="background2" w:themeShade="40"/>
              <w:left w:val="single" w:sz="4" w:space="0" w:color="4A442A" w:themeColor="background2" w:themeShade="40"/>
              <w:bottom w:val="single" w:sz="4" w:space="0" w:color="4A442A" w:themeColor="background2" w:themeShade="40"/>
              <w:right w:val="single" w:sz="4" w:space="0" w:color="4A442A" w:themeColor="background2" w:themeShade="40"/>
            </w:tcBorders>
          </w:tcPr>
          <w:p w:rsidR="00DD3241" w:rsidRPr="0076794E" w:rsidRDefault="00DD3241" w:rsidP="00DD3241">
            <w:pPr>
              <w:rPr>
                <w:color w:val="4A442A" w:themeColor="background2" w:themeShade="40"/>
              </w:rPr>
            </w:pPr>
          </w:p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Pr="000E6BE0" w:rsidRDefault="00DD3241" w:rsidP="00DD3241">
            <w:pPr>
              <w:rPr>
                <w:sz w:val="28"/>
                <w:szCs w:val="28"/>
              </w:rPr>
            </w:pPr>
          </w:p>
        </w:tc>
      </w:tr>
      <w:tr w:rsidR="00DD3241" w:rsidTr="00DD3241">
        <w:trPr>
          <w:trHeight w:val="491"/>
        </w:trPr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4A442A" w:themeFill="background2" w:themeFillShade="40"/>
            <w:vAlign w:val="center"/>
          </w:tcPr>
          <w:p w:rsidR="00DD3241" w:rsidRDefault="00DD3241" w:rsidP="00DD3241">
            <w:pPr>
              <w:jc w:val="center"/>
            </w:pPr>
            <w:r w:rsidRPr="0076794E">
              <w:rPr>
                <w:b/>
                <w:color w:val="DDD9C3" w:themeColor="background2" w:themeShade="E6"/>
              </w:rPr>
              <w:t>Debilidades del producto</w:t>
            </w:r>
          </w:p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Pr="006E2387" w:rsidRDefault="00DD3241" w:rsidP="00DD3241">
            <w:pPr>
              <w:rPr>
                <w:sz w:val="8"/>
              </w:rPr>
            </w:pPr>
          </w:p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Default="00DD3241" w:rsidP="00DD3241">
            <w:r>
              <w:t>5.- ¿Cuál o cuáles de las siguientes características no le atraen del producto orgánico?</w:t>
            </w:r>
          </w:p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Pr="00665BF4" w:rsidRDefault="00DD3241" w:rsidP="00DD3241">
            <w:pPr>
              <w:rPr>
                <w:sz w:val="8"/>
              </w:rPr>
            </w:pPr>
          </w:p>
        </w:tc>
      </w:tr>
      <w:tr w:rsidR="00DD3241" w:rsidTr="00DD3241">
        <w:tc>
          <w:tcPr>
            <w:tcW w:w="269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3241" w:rsidRDefault="00CF0E52" w:rsidP="00DD3241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33655</wp:posOffset>
                      </wp:positionV>
                      <wp:extent cx="95250" cy="90805"/>
                      <wp:effectExtent l="15240" t="7620" r="13335" b="25400"/>
                      <wp:wrapNone/>
                      <wp:docPr id="31" name="Rectangle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2" o:spid="_x0000_s1026" style="position:absolute;margin-left:43.3pt;margin-top:2.65pt;width:7.5pt;height:7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t>No lo necesito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3241" w:rsidRDefault="00CF0E52" w:rsidP="00DD3241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29845</wp:posOffset>
                      </wp:positionV>
                      <wp:extent cx="95250" cy="90805"/>
                      <wp:effectExtent l="10795" t="13335" r="8255" b="29210"/>
                      <wp:wrapNone/>
                      <wp:docPr id="30" name="Rectangle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3" o:spid="_x0000_s1026" style="position:absolute;margin-left:11.8pt;margin-top:2.35pt;width:7.5pt;height:7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t>Es muy caro</w:t>
            </w:r>
          </w:p>
        </w:tc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3241" w:rsidRDefault="00CF0E52" w:rsidP="00DD3241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33020</wp:posOffset>
                      </wp:positionV>
                      <wp:extent cx="95250" cy="90805"/>
                      <wp:effectExtent l="6350" t="6985" r="12700" b="26035"/>
                      <wp:wrapNone/>
                      <wp:docPr id="29" name="Rectangle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4" o:spid="_x0000_s1026" style="position:absolute;margin-left:22.8pt;margin-top:2.6pt;width:7.5pt;height:7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t xml:space="preserve">      Es difícil de conseguir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3241" w:rsidRDefault="00CF0E52" w:rsidP="00DD3241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29845</wp:posOffset>
                      </wp:positionV>
                      <wp:extent cx="95250" cy="90805"/>
                      <wp:effectExtent l="6350" t="13335" r="12700" b="29210"/>
                      <wp:wrapNone/>
                      <wp:docPr id="28" name="Rectangle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5" o:spid="_x0000_s1026" style="position:absolute;margin-left:12.55pt;margin-top:2.35pt;width:7.5pt;height: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t>No me gusta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D3241" w:rsidRDefault="00DD3241" w:rsidP="00DD3241"/>
        </w:tc>
      </w:tr>
      <w:tr w:rsidR="00DD3241" w:rsidTr="00DD3241">
        <w:trPr>
          <w:trHeight w:val="188"/>
        </w:trPr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Pr="001F632E" w:rsidRDefault="00DD3241" w:rsidP="00DD3241">
            <w:pPr>
              <w:rPr>
                <w:sz w:val="8"/>
                <w:szCs w:val="16"/>
              </w:rPr>
            </w:pPr>
          </w:p>
        </w:tc>
      </w:tr>
      <w:tr w:rsidR="00DD3241" w:rsidTr="00DD3241">
        <w:trPr>
          <w:trHeight w:val="577"/>
        </w:trPr>
        <w:tc>
          <w:tcPr>
            <w:tcW w:w="4112" w:type="dxa"/>
            <w:gridSpan w:val="9"/>
            <w:tcBorders>
              <w:top w:val="nil"/>
              <w:left w:val="nil"/>
              <w:bottom w:val="nil"/>
              <w:right w:val="single" w:sz="4" w:space="0" w:color="4A442A" w:themeColor="background2" w:themeShade="40"/>
            </w:tcBorders>
            <w:vAlign w:val="center"/>
          </w:tcPr>
          <w:p w:rsidR="00DD3241" w:rsidRDefault="00CF0E52" w:rsidP="00DD3241">
            <w:pPr>
              <w:ind w:firstLine="116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33655</wp:posOffset>
                      </wp:positionV>
                      <wp:extent cx="95250" cy="90805"/>
                      <wp:effectExtent l="15240" t="10795" r="13335" b="22225"/>
                      <wp:wrapNone/>
                      <wp:docPr id="27" name="Rectangle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6" o:spid="_x0000_s1026" style="position:absolute;margin-left:43.3pt;margin-top:2.65pt;width:7.5pt;height:7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t>Otra (por favor, especifique)</w:t>
            </w:r>
          </w:p>
        </w:tc>
        <w:tc>
          <w:tcPr>
            <w:tcW w:w="6095" w:type="dxa"/>
            <w:gridSpan w:val="18"/>
            <w:tcBorders>
              <w:top w:val="single" w:sz="4" w:space="0" w:color="4A442A" w:themeColor="background2" w:themeShade="40"/>
              <w:left w:val="single" w:sz="4" w:space="0" w:color="4A442A" w:themeColor="background2" w:themeShade="40"/>
              <w:bottom w:val="single" w:sz="4" w:space="0" w:color="4A442A" w:themeColor="background2" w:themeShade="40"/>
              <w:right w:val="single" w:sz="4" w:space="0" w:color="4A442A" w:themeColor="background2" w:themeShade="40"/>
            </w:tcBorders>
          </w:tcPr>
          <w:p w:rsidR="00DD3241" w:rsidRDefault="00DD3241" w:rsidP="00DD3241"/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Pr="000F7CD6" w:rsidRDefault="00DD3241" w:rsidP="00DD3241">
            <w:pPr>
              <w:rPr>
                <w:sz w:val="24"/>
                <w:szCs w:val="24"/>
              </w:rPr>
            </w:pPr>
          </w:p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Default="00DD3241" w:rsidP="00DD3241">
            <w:r>
              <w:t>6.- Partiendo de la base que el precio de este producto le pareciera aceptable… ¿qué probabilidad habría de que lo comprase?</w:t>
            </w:r>
          </w:p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Pr="000F7CD6" w:rsidRDefault="00DD3241" w:rsidP="00DD3241">
            <w:pPr>
              <w:rPr>
                <w:sz w:val="8"/>
              </w:rPr>
            </w:pPr>
          </w:p>
        </w:tc>
      </w:tr>
      <w:tr w:rsidR="00DD3241" w:rsidTr="00DD3241">
        <w:trPr>
          <w:trHeight w:val="160"/>
        </w:trPr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241" w:rsidRDefault="00CF0E52" w:rsidP="00DD3241">
            <w:pPr>
              <w:ind w:firstLine="201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1087120</wp:posOffset>
                      </wp:positionH>
                      <wp:positionV relativeFrom="paragraph">
                        <wp:posOffset>37465</wp:posOffset>
                      </wp:positionV>
                      <wp:extent cx="95250" cy="90805"/>
                      <wp:effectExtent l="9525" t="11430" r="9525" b="21590"/>
                      <wp:wrapNone/>
                      <wp:docPr id="26" name="Rectangle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7" o:spid="_x0000_s1026" style="position:absolute;margin-left:85.6pt;margin-top:2.95pt;width:7.5pt;height:7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t>Lo compraría en cuanto saliera al mercado</w:t>
            </w:r>
          </w:p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241" w:rsidRDefault="00CF0E52" w:rsidP="00DD3241">
            <w:pPr>
              <w:ind w:firstLine="201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1087120</wp:posOffset>
                      </wp:positionH>
                      <wp:positionV relativeFrom="paragraph">
                        <wp:posOffset>31750</wp:posOffset>
                      </wp:positionV>
                      <wp:extent cx="95250" cy="90805"/>
                      <wp:effectExtent l="9525" t="14605" r="9525" b="27940"/>
                      <wp:wrapNone/>
                      <wp:docPr id="25" name="Rectangle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8" o:spid="_x0000_s1026" style="position:absolute;margin-left:85.6pt;margin-top:2.5pt;width:7.5pt;height:7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t>Lo compraría dentro de un tiempo</w:t>
            </w:r>
          </w:p>
        </w:tc>
      </w:tr>
      <w:tr w:rsidR="00DD3241" w:rsidTr="00DD3241">
        <w:trPr>
          <w:trHeight w:val="268"/>
        </w:trPr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241" w:rsidRDefault="00CF0E52" w:rsidP="00DD3241">
            <w:pPr>
              <w:ind w:firstLine="201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1087120</wp:posOffset>
                      </wp:positionH>
                      <wp:positionV relativeFrom="paragraph">
                        <wp:posOffset>40640</wp:posOffset>
                      </wp:positionV>
                      <wp:extent cx="95250" cy="90805"/>
                      <wp:effectExtent l="9525" t="12700" r="9525" b="29845"/>
                      <wp:wrapNone/>
                      <wp:docPr id="24" name="Rectangle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9" o:spid="_x0000_s1026" style="position:absolute;margin-left:85.6pt;margin-top:3.2pt;width:7.5pt;height:7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t>Puede que lo comprase dentro de un tiempo</w:t>
            </w:r>
          </w:p>
        </w:tc>
      </w:tr>
      <w:tr w:rsidR="00DD3241" w:rsidTr="00DD3241">
        <w:trPr>
          <w:trHeight w:val="285"/>
        </w:trPr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241" w:rsidRDefault="00CF0E52" w:rsidP="00DD3241">
            <w:pPr>
              <w:ind w:firstLine="201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1087120</wp:posOffset>
                      </wp:positionH>
                      <wp:positionV relativeFrom="paragraph">
                        <wp:posOffset>34925</wp:posOffset>
                      </wp:positionV>
                      <wp:extent cx="95250" cy="90805"/>
                      <wp:effectExtent l="9525" t="6985" r="9525" b="26035"/>
                      <wp:wrapNone/>
                      <wp:docPr id="23" name="Rectangl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0" o:spid="_x0000_s1026" style="position:absolute;margin-left:85.6pt;margin-top:2.75pt;width:7.5pt;height:7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t>No creo que lo comprase</w:t>
            </w:r>
          </w:p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241" w:rsidRDefault="00CF0E52" w:rsidP="00DD3241">
            <w:pPr>
              <w:ind w:firstLine="201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1087120</wp:posOffset>
                      </wp:positionH>
                      <wp:positionV relativeFrom="paragraph">
                        <wp:posOffset>30480</wp:posOffset>
                      </wp:positionV>
                      <wp:extent cx="95250" cy="90805"/>
                      <wp:effectExtent l="9525" t="11430" r="9525" b="21590"/>
                      <wp:wrapNone/>
                      <wp:docPr id="22" name="Rectangl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1" o:spid="_x0000_s1026" style="position:absolute;margin-left:85.6pt;margin-top:2.4pt;width:7.5pt;height:7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t>No lo compraría</w:t>
            </w:r>
          </w:p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Pr="000E6BE0" w:rsidRDefault="00DD3241" w:rsidP="00DD3241">
            <w:pPr>
              <w:rPr>
                <w:sz w:val="28"/>
                <w:szCs w:val="28"/>
              </w:rPr>
            </w:pPr>
          </w:p>
        </w:tc>
      </w:tr>
      <w:tr w:rsidR="00DD3241" w:rsidTr="00DD3241">
        <w:trPr>
          <w:trHeight w:val="450"/>
        </w:trPr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4A442A" w:themeFill="background2" w:themeFillShade="40"/>
            <w:vAlign w:val="center"/>
          </w:tcPr>
          <w:p w:rsidR="00DD3241" w:rsidRDefault="00DD3241" w:rsidP="00DD3241">
            <w:pPr>
              <w:jc w:val="center"/>
            </w:pPr>
            <w:r w:rsidRPr="0076794E">
              <w:rPr>
                <w:b/>
                <w:color w:val="DDD9C3" w:themeColor="background2" w:themeShade="E6"/>
              </w:rPr>
              <w:t>Precio del producto</w:t>
            </w:r>
          </w:p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Pr="00431837" w:rsidRDefault="00DD3241" w:rsidP="00DD3241">
            <w:pPr>
              <w:rPr>
                <w:sz w:val="8"/>
                <w:szCs w:val="16"/>
              </w:rPr>
            </w:pPr>
          </w:p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Default="00DD3241" w:rsidP="00DD3241">
            <w:r>
              <w:t>7.- ¿Preferiría comprar un chocolate orgánico a un chocolate (de marca nacional y/o extranjera) con mayor cantidad de saborizantes artificiales?</w:t>
            </w:r>
          </w:p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Pr="00EF44DA" w:rsidRDefault="00DD3241" w:rsidP="00DD3241">
            <w:pPr>
              <w:rPr>
                <w:sz w:val="8"/>
              </w:rPr>
            </w:pPr>
          </w:p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Default="00CF0E52" w:rsidP="00DD3241">
            <w:pPr>
              <w:ind w:firstLine="201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1087120</wp:posOffset>
                      </wp:positionH>
                      <wp:positionV relativeFrom="paragraph">
                        <wp:posOffset>33020</wp:posOffset>
                      </wp:positionV>
                      <wp:extent cx="95250" cy="90805"/>
                      <wp:effectExtent l="9525" t="9525" r="9525" b="23495"/>
                      <wp:wrapNone/>
                      <wp:docPr id="21" name="Rectangl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2" o:spid="_x0000_s1026" style="position:absolute;margin-left:85.6pt;margin-top:2.6pt;width:7.5pt;height:7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t>Muy probablemente</w:t>
            </w:r>
          </w:p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Default="00CF0E52" w:rsidP="00DD3241">
            <w:pPr>
              <w:ind w:firstLine="201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1087120</wp:posOffset>
                      </wp:positionH>
                      <wp:positionV relativeFrom="paragraph">
                        <wp:posOffset>33020</wp:posOffset>
                      </wp:positionV>
                      <wp:extent cx="95250" cy="90805"/>
                      <wp:effectExtent l="9525" t="8255" r="9525" b="24765"/>
                      <wp:wrapNone/>
                      <wp:docPr id="20" name="Rectangle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3" o:spid="_x0000_s1026" style="position:absolute;margin-left:85.6pt;margin-top:2.6pt;width:7.5pt;height:7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t>Probablemente</w:t>
            </w:r>
          </w:p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Default="00CF0E52" w:rsidP="00DD3241">
            <w:pPr>
              <w:ind w:firstLine="201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1087120</wp:posOffset>
                      </wp:positionH>
                      <wp:positionV relativeFrom="paragraph">
                        <wp:posOffset>32385</wp:posOffset>
                      </wp:positionV>
                      <wp:extent cx="95250" cy="90805"/>
                      <wp:effectExtent l="9525" t="6985" r="9525" b="26035"/>
                      <wp:wrapNone/>
                      <wp:docPr id="19" name="Rectangle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4" o:spid="_x0000_s1026" style="position:absolute;margin-left:85.6pt;margin-top:2.55pt;width:7.5pt;height:7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t>Es poco probable</w:t>
            </w:r>
          </w:p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Default="00CF0E52" w:rsidP="00DD3241">
            <w:pPr>
              <w:ind w:firstLine="201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1087120</wp:posOffset>
                      </wp:positionH>
                      <wp:positionV relativeFrom="paragraph">
                        <wp:posOffset>36195</wp:posOffset>
                      </wp:positionV>
                      <wp:extent cx="95250" cy="90805"/>
                      <wp:effectExtent l="9525" t="9525" r="9525" b="23495"/>
                      <wp:wrapNone/>
                      <wp:docPr id="18" name="Rectangle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5" o:spid="_x0000_s1026" style="position:absolute;margin-left:85.6pt;margin-top:2.85pt;width:7.5pt;height:7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t>No es nada probable</w:t>
            </w:r>
          </w:p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Default="00CF0E52" w:rsidP="00DD3241">
            <w:pPr>
              <w:ind w:firstLine="201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1087120</wp:posOffset>
                      </wp:positionH>
                      <wp:positionV relativeFrom="paragraph">
                        <wp:posOffset>30480</wp:posOffset>
                      </wp:positionV>
                      <wp:extent cx="95250" cy="90805"/>
                      <wp:effectExtent l="9525" t="12700" r="9525" b="29845"/>
                      <wp:wrapNone/>
                      <wp:docPr id="17" name="Rectangle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6" o:spid="_x0000_s1026" style="position:absolute;margin-left:85.6pt;margin-top:2.4pt;width:7.5pt;height:7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t>No lo sé</w:t>
            </w:r>
          </w:p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Pr="000E6BE0" w:rsidRDefault="00DD3241" w:rsidP="00DD3241">
            <w:pPr>
              <w:rPr>
                <w:sz w:val="28"/>
                <w:szCs w:val="28"/>
              </w:rPr>
            </w:pPr>
          </w:p>
        </w:tc>
      </w:tr>
      <w:tr w:rsidR="00DD3241" w:rsidTr="00DD3241">
        <w:trPr>
          <w:trHeight w:val="530"/>
        </w:trPr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4A442A" w:themeFill="background2" w:themeFillShade="40"/>
            <w:vAlign w:val="center"/>
          </w:tcPr>
          <w:p w:rsidR="00DD3241" w:rsidRDefault="00DD3241" w:rsidP="00DD3241">
            <w:pPr>
              <w:jc w:val="center"/>
            </w:pPr>
            <w:r w:rsidRPr="0076794E">
              <w:rPr>
                <w:b/>
                <w:color w:val="DDD9C3" w:themeColor="background2" w:themeShade="E6"/>
              </w:rPr>
              <w:t>Comentarios sobre el producto</w:t>
            </w:r>
          </w:p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Pr="00EF44DA" w:rsidRDefault="00DD3241" w:rsidP="00DD3241">
            <w:pPr>
              <w:rPr>
                <w:sz w:val="8"/>
              </w:rPr>
            </w:pPr>
          </w:p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Default="00DD3241" w:rsidP="00DD3241">
            <w:r>
              <w:t>8.- Este producto es industrializado en México. ¿Eso lo hace más, o menos interesante para usted?</w:t>
            </w:r>
          </w:p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Pr="00EF44DA" w:rsidRDefault="00DD3241" w:rsidP="00DD3241">
            <w:pPr>
              <w:rPr>
                <w:sz w:val="8"/>
                <w:szCs w:val="16"/>
              </w:rPr>
            </w:pPr>
          </w:p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Default="00CF0E52" w:rsidP="00DD3241">
            <w:pPr>
              <w:ind w:firstLine="201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1087120</wp:posOffset>
                      </wp:positionH>
                      <wp:positionV relativeFrom="paragraph">
                        <wp:posOffset>44450</wp:posOffset>
                      </wp:positionV>
                      <wp:extent cx="95250" cy="90805"/>
                      <wp:effectExtent l="9525" t="6985" r="9525" b="26035"/>
                      <wp:wrapNone/>
                      <wp:docPr id="16" name="Rectangle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7" o:spid="_x0000_s1026" style="position:absolute;margin-left:85.6pt;margin-top:3.5pt;width:7.5pt;height:7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t>Más interesante</w:t>
            </w:r>
          </w:p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Default="00CF0E52" w:rsidP="00DD3241">
            <w:pPr>
              <w:ind w:firstLine="201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1087120</wp:posOffset>
                      </wp:positionH>
                      <wp:positionV relativeFrom="paragraph">
                        <wp:posOffset>39370</wp:posOffset>
                      </wp:positionV>
                      <wp:extent cx="95250" cy="90805"/>
                      <wp:effectExtent l="9525" t="10795" r="9525" b="22225"/>
                      <wp:wrapNone/>
                      <wp:docPr id="15" name="Rectangle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8" o:spid="_x0000_s1026" style="position:absolute;margin-left:85.6pt;margin-top:3.1pt;width:7.5pt;height:7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t>Menos interesante</w:t>
            </w:r>
          </w:p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Default="00CF0E52" w:rsidP="00DD3241">
            <w:pPr>
              <w:ind w:firstLine="201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1087120</wp:posOffset>
                      </wp:positionH>
                      <wp:positionV relativeFrom="paragraph">
                        <wp:posOffset>33655</wp:posOffset>
                      </wp:positionV>
                      <wp:extent cx="95250" cy="90805"/>
                      <wp:effectExtent l="9525" t="13335" r="9525" b="29210"/>
                      <wp:wrapNone/>
                      <wp:docPr id="14" name="Rectangle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9" o:spid="_x0000_s1026" style="position:absolute;margin-left:85.6pt;margin-top:2.65pt;width:7.5pt;height:7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t>Ni más ni menos interesante, no hay diferencia</w:t>
            </w:r>
          </w:p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Default="00CF0E52" w:rsidP="00DD3241">
            <w:pPr>
              <w:ind w:firstLine="201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1087120</wp:posOffset>
                      </wp:positionH>
                      <wp:positionV relativeFrom="paragraph">
                        <wp:posOffset>38100</wp:posOffset>
                      </wp:positionV>
                      <wp:extent cx="95250" cy="90805"/>
                      <wp:effectExtent l="9525" t="7620" r="9525" b="25400"/>
                      <wp:wrapNone/>
                      <wp:docPr id="13" name="Rectangle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0" o:spid="_x0000_s1026" style="position:absolute;margin-left:85.6pt;margin-top:3pt;width:7.5pt;height:7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" fillcolor="white [3201]" strokecolor="#938953 [1614]" strokeweight="1pt">
                      <v:fill color2="#d6e3bc [1302]" focus="100%" type="gradient"/>
                      <v:shadow on="t" color="#4e6128 [1606]" opacity=".5" offset="1pt"/>
                    </v:rect>
                  </w:pict>
                </mc:Fallback>
              </mc:AlternateContent>
            </w:r>
            <w:r w:rsidR="00DD3241">
              <w:t>No lo sé</w:t>
            </w:r>
          </w:p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Pr="00EF44DA" w:rsidRDefault="00DD3241" w:rsidP="00DD3241">
            <w:pPr>
              <w:rPr>
                <w:sz w:val="24"/>
                <w:szCs w:val="24"/>
              </w:rPr>
            </w:pPr>
          </w:p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Default="00DD3241" w:rsidP="00DD3241">
            <w:r>
              <w:t>9.- ¿Tiene algún comentario o sugerencia sobre el producto?</w:t>
            </w:r>
          </w:p>
        </w:tc>
      </w:tr>
      <w:tr w:rsidR="00DD3241" w:rsidTr="00DD3241">
        <w:trPr>
          <w:trHeight w:val="200"/>
        </w:trPr>
        <w:tc>
          <w:tcPr>
            <w:tcW w:w="10207" w:type="dxa"/>
            <w:gridSpan w:val="27"/>
            <w:tcBorders>
              <w:top w:val="nil"/>
              <w:left w:val="nil"/>
              <w:bottom w:val="single" w:sz="4" w:space="0" w:color="4A442A" w:themeColor="background2" w:themeShade="40"/>
              <w:right w:val="nil"/>
            </w:tcBorders>
          </w:tcPr>
          <w:p w:rsidR="00DD3241" w:rsidRPr="00EF44DA" w:rsidRDefault="00DD3241" w:rsidP="00DD3241">
            <w:pPr>
              <w:rPr>
                <w:sz w:val="8"/>
                <w:szCs w:val="16"/>
              </w:rPr>
            </w:pPr>
          </w:p>
        </w:tc>
      </w:tr>
      <w:tr w:rsidR="00DD3241" w:rsidTr="00DD3241">
        <w:trPr>
          <w:trHeight w:val="857"/>
        </w:trPr>
        <w:tc>
          <w:tcPr>
            <w:tcW w:w="10207" w:type="dxa"/>
            <w:gridSpan w:val="27"/>
            <w:tcBorders>
              <w:top w:val="single" w:sz="4" w:space="0" w:color="4A442A" w:themeColor="background2" w:themeShade="40"/>
              <w:left w:val="single" w:sz="4" w:space="0" w:color="4A442A" w:themeColor="background2" w:themeShade="40"/>
              <w:bottom w:val="single" w:sz="4" w:space="0" w:color="4A442A" w:themeColor="background2" w:themeShade="40"/>
              <w:right w:val="single" w:sz="4" w:space="0" w:color="4A442A" w:themeColor="background2" w:themeShade="40"/>
            </w:tcBorders>
          </w:tcPr>
          <w:p w:rsidR="00DD3241" w:rsidRDefault="00DD3241" w:rsidP="00DD3241"/>
        </w:tc>
      </w:tr>
      <w:tr w:rsidR="00DD3241" w:rsidTr="00DD3241">
        <w:trPr>
          <w:trHeight w:val="1310"/>
        </w:trPr>
        <w:tc>
          <w:tcPr>
            <w:tcW w:w="10207" w:type="dxa"/>
            <w:gridSpan w:val="27"/>
            <w:tcBorders>
              <w:top w:val="single" w:sz="4" w:space="0" w:color="4A442A" w:themeColor="background2" w:themeShade="40"/>
              <w:left w:val="nil"/>
              <w:bottom w:val="nil"/>
              <w:right w:val="nil"/>
            </w:tcBorders>
          </w:tcPr>
          <w:p w:rsidR="00DD3241" w:rsidRPr="0076794E" w:rsidRDefault="00DD3241" w:rsidP="00DD3241">
            <w:pPr>
              <w:rPr>
                <w:sz w:val="32"/>
                <w:szCs w:val="32"/>
              </w:rPr>
            </w:pPr>
          </w:p>
        </w:tc>
      </w:tr>
      <w:tr w:rsidR="00DD3241" w:rsidTr="00DD3241">
        <w:trPr>
          <w:trHeight w:val="364"/>
        </w:trPr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3241" w:rsidRDefault="00DD3241" w:rsidP="00DD3241">
            <w:r>
              <w:t>Muchas gracias por su amabilidad y por el tiempo dedicado a contestar esta encuesta</w:t>
            </w:r>
          </w:p>
        </w:tc>
      </w:tr>
      <w:tr w:rsidR="00DD3241" w:rsidTr="00DD3241">
        <w:tc>
          <w:tcPr>
            <w:tcW w:w="1020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D3241" w:rsidRDefault="00DD3241" w:rsidP="00DD3241"/>
        </w:tc>
      </w:tr>
    </w:tbl>
    <w:p w:rsidR="00442EED" w:rsidRPr="00936B48" w:rsidRDefault="00442EED">
      <w:pPr>
        <w:rPr>
          <w:sz w:val="40"/>
          <w:szCs w:val="40"/>
        </w:rPr>
      </w:pPr>
    </w:p>
    <w:p w:rsidR="00442EED" w:rsidRDefault="00442EED"/>
    <w:sectPr w:rsidR="00442EED" w:rsidSect="00442EED">
      <w:headerReference w:type="default" r:id="rId13"/>
      <w:foot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B33" w:rsidRDefault="00F04B33" w:rsidP="00A56C4C">
      <w:pPr>
        <w:spacing w:after="0" w:line="240" w:lineRule="auto"/>
      </w:pPr>
      <w:r>
        <w:separator/>
      </w:r>
    </w:p>
  </w:endnote>
  <w:endnote w:type="continuationSeparator" w:id="0">
    <w:p w:rsidR="00F04B33" w:rsidRDefault="00F04B33" w:rsidP="00A56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C4C" w:rsidRDefault="00CF0E52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align>left</wp:align>
              </wp:positionH>
              <wp:positionV relativeFrom="bottomMargin">
                <wp:align>top</wp:align>
              </wp:positionV>
              <wp:extent cx="7094220" cy="673100"/>
              <wp:effectExtent l="9525" t="10160" r="1905" b="12065"/>
              <wp:wrapNone/>
              <wp:docPr id="1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94220" cy="673100"/>
                        <a:chOff x="15" y="14415"/>
                        <a:chExt cx="10658" cy="1060"/>
                      </a:xfrm>
                    </wpg:grpSpPr>
                    <wps:wsp>
                      <wps:cNvPr id="2" name="AutoShape 9"/>
                      <wps:cNvCnPr>
                        <a:cxnSpLocks noChangeShapeType="1"/>
                      </wps:cNvCnPr>
                      <wps:spPr bwMode="auto">
                        <a:xfrm>
                          <a:off x="15" y="14415"/>
                          <a:ext cx="10171" cy="105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Oval 10"/>
                      <wps:cNvSpPr>
                        <a:spLocks noChangeArrowheads="1"/>
                      </wps:cNvSpPr>
                      <wps:spPr bwMode="auto">
                        <a:xfrm>
                          <a:off x="9657" y="14459"/>
                          <a:ext cx="1016" cy="1016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Oval 11"/>
                      <wps:cNvSpPr>
                        <a:spLocks noChangeArrowheads="1"/>
                      </wps:cNvSpPr>
                      <wps:spPr bwMode="auto">
                        <a:xfrm>
                          <a:off x="9733" y="14568"/>
                          <a:ext cx="908" cy="904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Oval 12"/>
                      <wps:cNvSpPr>
                        <a:spLocks noChangeArrowheads="1"/>
                      </wps:cNvSpPr>
                      <wps:spPr bwMode="auto">
                        <a:xfrm>
                          <a:off x="9802" y="14688"/>
                          <a:ext cx="783" cy="784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C4C" w:rsidRDefault="008B047C">
                            <w:pPr>
                              <w:pStyle w:val="Header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F11831" w:rsidRPr="00F11831">
                              <w:rPr>
                                <w:noProof/>
                                <w:color w:val="FFFFFF" w:themeColor="background1"/>
                              </w:rPr>
                              <w:t>1</w:t>
                            </w:r>
                            <w:r>
                              <w:rPr>
                                <w:noProof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" o:spid="_x0000_s1033" style="position:absolute;margin-left:0;margin-top:0;width:558.6pt;height:53pt;z-index:251663360;mso-position-horizontal:left;mso-position-horizontal-relative:page;mso-position-vertical:top;mso-position-vertical-relative:bottom-margin-area" coordorigin="15,14415" coordsize="10658,1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34" type="#_x0000_t32" style="position:absolute;left:15;top:14415;width:10171;height:10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nlMcMAAADaAAAADwAAAGRycy9kb3ducmV2LnhtbESPQWvCQBSE7wX/w/KE3uomIq2kriIB&#10;MVALVdv7I/vMpsm+Ddk1xn/fLRR6HGbmG2a1GW0rBup97VhBOktAEJdO11wp+DzvnpYgfEDW2Dom&#10;BXfysFlPHlaYaXfjIw2nUIkIYZ+hAhNCl0npS0MW/cx1xNG7uN5iiLKvpO7xFuG2lfMkeZYWa44L&#10;BjvKDZXN6WoVLL4O/G6bbfr2UewuL7nJv/fXWqnH6bh9BRFoDP/hv3ahFczh90q8AXL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p5THDAAAA2gAAAA8AAAAAAAAAAAAA&#10;AAAAoQIAAGRycy9kb3ducmV2LnhtbFBLBQYAAAAABAAEAPkAAACRAwAAAAA=&#10;" strokecolor="#938953 [1614]"/>
              <v:oval id="Oval 10" o:spid="_x0000_s1035" style="position:absolute;left:9657;top:14459;width:1016;height:1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Uiz8MA&#10;AADaAAAADwAAAGRycy9kb3ducmV2LnhtbESP0WrCQBRE34X+w3ILfdNNLaQS3UgpSAsVJLEfcLt7&#10;TUKyd0N2a1K/3hWEPg4zc4bZbCfbiTMNvnGs4HmRgCDWzjRcKfg+7uYrED4gG+wck4I/8rDNH2Yb&#10;zIwbuaBzGSoRIewzVFCH0GdSel2TRb9wPXH0Tm6wGKIcKmkGHCPcdnKZJKm02HBcqLGn95p0W/5a&#10;Be3rR/FzkPJQsN7tk2W6L78uWqmnx+ltDSLQFP7D9/anUfACtyvxBsj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fUiz8MAAADaAAAADwAAAAAAAAAAAAAAAACYAgAAZHJzL2Rv&#10;d25yZXYueG1sUEsFBgAAAAAEAAQA9QAAAIgDAAAAAA==&#10;" fillcolor="#c4bc96 [2414]" stroked="f"/>
              <v:oval id="Oval 11" o:spid="_x0000_s1036" style="position:absolute;left:9733;top:14568;width:908;height: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Sm48QA&#10;AADaAAAADwAAAGRycy9kb3ducmV2LnhtbESPQWvCQBSE74X+h+UVvNWN2haJrtIWWnpppUYQb4/s&#10;Mwlm38bdp8Z/3y0Uehxm5htmvuxdq84UYuPZwGiYgSIuvW24MrAp3u6noKIgW2w9k4ErRVgubm/m&#10;mFt/4W86r6VSCcIxRwO1SJdrHcuaHMah74iTt/fBoSQZKm0DXhLctXqcZU/aYcNpocaOXmsqD+uT&#10;M5AdxH3uJo9fkzK8b1dXKY6bl8KYwV3/PAMl1Mt/+K/9YQ08wO+VdAP0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kpuPEAAAA2gAAAA8AAAAAAAAAAAAAAAAAmAIAAGRycy9k&#10;b3ducmV2LnhtbFBLBQYAAAAABAAEAPUAAACJAwAAAAA=&#10;" fillcolor="#ddd8c2 [2894]" stroked="f"/>
              <v:oval id="Oval 12" o:spid="_x0000_s1037" style="position:absolute;left:9802;top:14688;width:783;height:7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xPlMUA&#10;AADaAAAADwAAAGRycy9kb3ducmV2LnhtbESP3WrCQBSE7wt9h+UUelPqJkKDpK6hKJFeSEHtAxyy&#10;Jz9t9mzMrkn06bsFwcthZr5hltlkWjFQ7xrLCuJZBIK4sLrhSsH3MX9dgHAeWWNrmRRcyEG2enxY&#10;YqrtyHsaDr4SAcIuRQW1910qpStqMuhmtiMOXml7gz7IvpK6xzHATSvnUZRIgw2HhRo7WtdU/B7O&#10;RoG7+ngoy/xn+5Xs8p3cJIuX8aTU89P08Q7C0+Tv4Vv7Uyt4g/8r4Qb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HE+UxQAAANoAAAAPAAAAAAAAAAAAAAAAAJgCAABkcnMv&#10;ZG93bnJldi54bWxQSwUGAAAAAAQABAD1AAAAigMAAAAA&#10;" fillcolor="#938953 [1614]" stroked="f">
                <v:textbox>
                  <w:txbxContent>
                    <w:p w:rsidR="00A56C4C" w:rsidRDefault="008B047C">
                      <w:pPr>
                        <w:pStyle w:val="Header"/>
                        <w:jc w:val="center"/>
                        <w:rPr>
                          <w:color w:val="FFFFFF" w:themeColor="background1"/>
                        </w:rPr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F11831" w:rsidRPr="00F11831">
                        <w:rPr>
                          <w:noProof/>
                          <w:color w:val="FFFFFF" w:themeColor="background1"/>
                        </w:rPr>
                        <w:t>1</w:t>
                      </w:r>
                      <w:r>
                        <w:rPr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oval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B33" w:rsidRDefault="00F04B33" w:rsidP="00A56C4C">
      <w:pPr>
        <w:spacing w:after="0" w:line="240" w:lineRule="auto"/>
      </w:pPr>
      <w:r>
        <w:separator/>
      </w:r>
    </w:p>
  </w:footnote>
  <w:footnote w:type="continuationSeparator" w:id="0">
    <w:p w:rsidR="00F04B33" w:rsidRDefault="00F04B33" w:rsidP="00A56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C4C" w:rsidRDefault="00CF0E52">
    <w:pPr>
      <w:pStyle w:val="Header"/>
      <w:jc w:val="center"/>
      <w:rPr>
        <w:color w:val="365F91" w:themeColor="accent1" w:themeShade="BF"/>
      </w:rPr>
    </w:pPr>
    <w:r>
      <w:rPr>
        <w:noProof/>
        <w:color w:val="365F91" w:themeColor="accent1" w:themeShade="BF"/>
      </w:rPr>
      <mc:AlternateContent>
        <mc:Choice Requires="wpg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918845</wp:posOffset>
              </wp:positionH>
              <wp:positionV relativeFrom="page">
                <wp:posOffset>-972185</wp:posOffset>
              </wp:positionV>
              <wp:extent cx="1084580" cy="3055620"/>
              <wp:effectExtent l="0" t="13335" r="11430" b="6985"/>
              <wp:wrapNone/>
              <wp:docPr id="7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 rot="16200000" flipV="1">
                        <a:off x="0" y="0"/>
                        <a:ext cx="1084580" cy="3055620"/>
                        <a:chOff x="5531" y="1258"/>
                        <a:chExt cx="5291" cy="13813"/>
                      </a:xfrm>
                    </wpg:grpSpPr>
                    <wps:wsp>
                      <wps:cNvPr id="8" name="AutoShape 2"/>
                      <wps:cNvCnPr>
                        <a:cxnSpLocks noChangeAspect="1" noChangeShapeType="1"/>
                      </wps:cNvCnPr>
                      <wps:spPr bwMode="auto">
                        <a:xfrm flipH="1">
                          <a:off x="6519" y="1258"/>
                          <a:ext cx="4303" cy="10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9" name="Group 3"/>
                      <wpg:cNvGrpSpPr>
                        <a:grpSpLocks noChangeAspect="1"/>
                      </wpg:cNvGrpSpPr>
                      <wpg:grpSpPr bwMode="auto">
                        <a:xfrm>
                          <a:off x="5531" y="9226"/>
                          <a:ext cx="5291" cy="5845"/>
                          <a:chOff x="5531" y="9226"/>
                          <a:chExt cx="5291" cy="5845"/>
                        </a:xfrm>
                      </wpg:grpSpPr>
                      <wps:wsp>
                        <wps:cNvPr id="10" name="Freeform 4"/>
                        <wps:cNvSpPr>
                          <a:spLocks noChangeAspect="1"/>
                        </wps:cNvSpPr>
                        <wps:spPr bwMode="auto">
                          <a:xfrm>
                            <a:off x="5531" y="9226"/>
                            <a:ext cx="5291" cy="5845"/>
                          </a:xfrm>
                          <a:custGeom>
                            <a:avLst/>
                            <a:gdLst>
                              <a:gd name="T0" fmla="*/ 6418 w 6418"/>
                              <a:gd name="T1" fmla="*/ 1185 h 6670"/>
                              <a:gd name="T2" fmla="*/ 6418 w 6418"/>
                              <a:gd name="T3" fmla="*/ 6670 h 6670"/>
                              <a:gd name="T4" fmla="*/ 1809 w 6418"/>
                              <a:gd name="T5" fmla="*/ 6669 h 6670"/>
                              <a:gd name="T6" fmla="*/ 1407 w 6418"/>
                              <a:gd name="T7" fmla="*/ 1987 h 6670"/>
                              <a:gd name="T8" fmla="*/ 6418 w 6418"/>
                              <a:gd name="T9" fmla="*/ 1185 h 66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418" h="6670">
                                <a:moveTo>
                                  <a:pt x="6418" y="1185"/>
                                </a:moveTo>
                                <a:lnTo>
                                  <a:pt x="6418" y="6670"/>
                                </a:lnTo>
                                <a:lnTo>
                                  <a:pt x="1809" y="6669"/>
                                </a:lnTo>
                                <a:cubicBezTo>
                                  <a:pt x="974" y="5889"/>
                                  <a:pt x="0" y="3958"/>
                                  <a:pt x="1407" y="1987"/>
                                </a:cubicBezTo>
                                <a:cubicBezTo>
                                  <a:pt x="2830" y="0"/>
                                  <a:pt x="5591" y="411"/>
                                  <a:pt x="6418" y="118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2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Oval 5"/>
                        <wps:cNvSpPr>
                          <a:spLocks noChangeAspect="1" noChangeArrowheads="1"/>
                        </wps:cNvSpPr>
                        <wps:spPr bwMode="auto">
                          <a:xfrm rot="5327714" flipV="1">
                            <a:off x="6117" y="10212"/>
                            <a:ext cx="4526" cy="4258"/>
                          </a:xfrm>
                          <a:prstGeom prst="ellipse">
                            <a:avLst/>
                          </a:prstGeom>
                          <a:solidFill>
                            <a:schemeClr val="bg2">
                              <a:lumMod val="9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accent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Oval 6"/>
                        <wps:cNvSpPr>
                          <a:spLocks noChangeAspect="1" noChangeArrowheads="1"/>
                        </wps:cNvSpPr>
                        <wps:spPr bwMode="auto">
                          <a:xfrm rot="5327714" flipV="1">
                            <a:off x="6217" y="10481"/>
                            <a:ext cx="3424" cy="3221"/>
                          </a:xfrm>
                          <a:prstGeom prst="ellipse">
                            <a:avLst/>
                          </a:prstGeom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accent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alias w:val="Fecha"/>
                                <w:id w:val="243621626"/>
                                <w:placeholder>
                                  <w:docPart w:val="386DFDEA07FF4816BC0E288CCBBD38E7"/>
                                </w:placeholder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 w:fullDate="2012-03-26T00:00:00Z">
                                  <w:dateFormat w:val="d 'de' MMM."/>
                                  <w:lid w:val="es-ES"/>
                                  <w:storeMappedDataAs w:val="dateTime"/>
                                  <w:calendar w:val="gregorian"/>
                                </w:date>
                              </w:sdtPr>
                              <w:sdtEndPr/>
                              <w:sdtContent>
                                <w:p w:rsidR="00A56C4C" w:rsidRDefault="007328B7">
                                  <w:pPr>
                                    <w:pStyle w:val="Header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26 de mar.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left:0;text-align:left;margin-left:72.35pt;margin-top:-76.55pt;width:85.4pt;height:240.6pt;rotation:90;flip:y;z-index:251660288;mso-position-horizontal-relative:page;mso-position-vertical-relative:page" coordorigin="5531,1258" coordsize="5291,13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" o:allowincell="f">
              <o:lock v:ext="edit" aspectratio="t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7" type="#_x0000_t32" style="position:absolute;left:6519;top:1258;width:4303;height:100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BTVroAAADaAAAADwAAAGRycy9kb3ducmV2LnhtbERPSwrCMBDdC94hjOBOU12IVKOIKLgQ&#10;wc8BhmZsismkJFHr7c1CcPl4/+W6c1a8KMTGs4LJuABBXHndcK3gdt2P5iBiQtZoPZOCD0VYr/q9&#10;JZbav/lMr0uqRQ7hWKICk1JbShkrQw7j2LfEmbv74DBlGGqpA75zuLNyWhQz6bDh3GCwpa2h6nF5&#10;OgV6jqfgbmnH5tD52fZqT/a4V2o46DYLEIm69Bf/3AetIG/NV/INkKsvAA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CJgU1a6AAAA2gAAAA8AAAAAAAAAAAAAAAAAoQIAAGRy&#10;cy9kb3ducmV2LnhtbFBLBQYAAAAABAAEAPkAAACIAwAAAAA=&#10;" strokecolor="#938953 [1614]">
                <o:lock v:ext="edit" aspectratio="t"/>
              </v:shape>
              <v:group id="Group 3" o:spid="_x0000_s1028" style="position:absolute;left:5531;top:9226;width:5291;height:5845" coordorigin="5531,9226" coordsize="5291,58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o:lock v:ext="edit" aspectratio="t"/>
                <v:shape id="Freeform 4" o:spid="_x0000_s1029" style="position:absolute;left:5531;top:9226;width:5291;height:5845;visibility:visible;mso-wrap-style:square;v-text-anchor:top" coordsize="6418,6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cuxcIA&#10;AADbAAAADwAAAGRycy9kb3ducmV2LnhtbESPQYvCQAyF78L+hyHC3nSqsCJdRxFhQbxo1YUeQye2&#10;xU6mdMba/febg+At4b2892W1GVyjeupC7dnAbJqAIi68rbk0cL38TJagQkS22HgmA38UYLP+GK0w&#10;tf7JGfXnWCoJ4ZCigSrGNtU6FBU5DFPfEot2853DKGtXatvhU8Jdo+dJstAOa5aGClvaVVTczw9n&#10;IO/zbF8/dvG3OJ5mGR3xi/qDMZ/jYfsNKtIQ3+bX9d4KvtDLLzKAX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ly7FwgAAANsAAAAPAAAAAAAAAAAAAAAAAJgCAABkcnMvZG93&#10;bnJldi54bWxQSwUGAAAAAAQABAD1AAAAhwMAAAAA&#10;" path="m6418,1185r,5485l1809,6669c974,5889,,3958,1407,1987,2830,,5591,411,6418,1185xe" fillcolor="#c4bc96 [2414]" stroked="f">
                  <v:path arrowok="t" o:connecttype="custom" o:connectlocs="5291,1038;5291,5845;1491,5844;1160,1741;5291,1038" o:connectangles="0,0,0,0,0"/>
                  <o:lock v:ext="edit" aspectratio="t"/>
                </v:shape>
                <v:oval id="Oval 5" o:spid="_x0000_s1030" style="position:absolute;left:6117;top:10212;width:4526;height:4258;rotation:-5819284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f/WMEA&#10;AADbAAAADwAAAGRycy9kb3ducmV2LnhtbERPTWvCQBC9F/oflil4KXVjDlWiq0ihxVPBqPQ6ZqdJ&#10;aGY27G5N+u+7guBtHu9zVpuRO3UhH1onBmbTDBRJ5WwrtYHj4f1lASpEFIudEzLwRwE268eHFRbW&#10;DbKnSxlrlUIkFGigibEvtA5VQ4xh6nqSxH07zxgT9LW2HocUzp3Os+xVM7aSGhrs6a2h6qf8ZQPP&#10;X8OW5/PR58znMuPPj9N+yI2ZPI3bJahIY7yLb+6dTfNncP0lHa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X/1jBAAAA2wAAAA8AAAAAAAAAAAAAAAAAmAIAAGRycy9kb3du&#10;cmV2LnhtbFBLBQYAAAAABAAEAPUAAACGAwAAAAA=&#10;" fillcolor="#ddd8c2 [2894]" stroked="f" strokecolor="#a7bfde [1620]">
                  <o:lock v:ext="edit" aspectratio="t"/>
                </v:oval>
                <v:oval id="Oval 6" o:spid="_x0000_s1031" style="position:absolute;left:6217;top:10481;width:3424;height:3221;rotation:-5819284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CYoMMA&#10;AADbAAAADwAAAGRycy9kb3ducmV2LnhtbERPTWvCQBC9C/6HZYTezKYiVqKrFKWkYkEbC+JtyI5J&#10;MDsbsluN/75bELzN433OfNmZWlypdZVlBa9RDII4t7riQsHP4WM4BeE8ssbaMim4k4Plot+bY6Lt&#10;jb/pmvlChBB2CSoovW8SKV1ekkEX2YY4cGfbGvQBtoXULd5CuKnlKI4n0mDFoaHEhlYl5Zfs1yjI&#10;xun+bZeOzWGbnvzmkq9XX8e1Ui+D7n0GwlPnn+KH+1OH+SP4/yUc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CYoMMAAADbAAAADwAAAAAAAAAAAAAAAACYAgAAZHJzL2Rv&#10;d25yZXYueG1sUEsFBgAAAAAEAAQA9QAAAIgDAAAAAA==&#10;" fillcolor="#938953 [1614]" stroked="f" strokecolor="#a7bfde [1620]">
                  <o:lock v:ext="edit" aspectratio="t"/>
                  <v:textbox inset="0,0,0,0">
                    <w:txbxContent>
                      <w:sdt>
                        <w:sdtPr>
                          <w:rPr>
                            <w:b/>
                            <w:bCs/>
                            <w:color w:val="FFFFFF" w:themeColor="background1"/>
                          </w:rPr>
                          <w:alias w:val="Fecha"/>
                          <w:id w:val="243621626"/>
                          <w:placeholder>
                            <w:docPart w:val="386DFDEA07FF4816BC0E288CCBBD38E7"/>
                          </w:placeholder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2-03-26T00:00:00Z">
                            <w:dateFormat w:val="d 'de' MMM.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p w:rsidR="00A56C4C" w:rsidRDefault="007328B7">
                            <w:pPr>
                              <w:pStyle w:val="Header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</w:rPr>
                              <w:t>26 de mar.</w:t>
                            </w:r>
                          </w:p>
                        </w:sdtContent>
                      </w:sdt>
                    </w:txbxContent>
                  </v:textbox>
                </v:oval>
              </v:group>
              <w10:wrap anchorx="page" anchory="page"/>
            </v:group>
          </w:pict>
        </mc:Fallback>
      </mc:AlternateContent>
    </w:r>
    <w:r>
      <w:rPr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4720590</wp:posOffset>
              </wp:positionH>
              <wp:positionV relativeFrom="paragraph">
                <wp:posOffset>255270</wp:posOffset>
              </wp:positionV>
              <wp:extent cx="1590675" cy="295275"/>
              <wp:effectExtent l="0" t="0" r="0" b="0"/>
              <wp:wrapNone/>
              <wp:docPr id="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0675" cy="295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C4C" w:rsidRPr="00A56C4C" w:rsidRDefault="00A56C4C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A56C4C">
                            <w:rPr>
                              <w:sz w:val="20"/>
                              <w:szCs w:val="20"/>
                            </w:rPr>
                            <w:t>[</w:t>
                          </w:r>
                          <w:r w:rsidR="007328B7">
                            <w:rPr>
                              <w:sz w:val="20"/>
                              <w:szCs w:val="20"/>
                            </w:rPr>
                            <w:t>Investigación de Mercado</w:t>
                          </w:r>
                          <w:r w:rsidRPr="00A56C4C">
                            <w:rPr>
                              <w:sz w:val="20"/>
                              <w:szCs w:val="20"/>
                            </w:rPr>
                            <w:t>]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2" type="#_x0000_t202" style="position:absolute;left:0;text-align:left;margin-left:371.7pt;margin-top:20.1pt;width:125.25pt;height:23.2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" stroked="f">
              <v:textbox>
                <w:txbxContent>
                  <w:p w:rsidR="00A56C4C" w:rsidRPr="00A56C4C" w:rsidRDefault="00A56C4C">
                    <w:pPr>
                      <w:rPr>
                        <w:sz w:val="20"/>
                        <w:szCs w:val="20"/>
                      </w:rPr>
                    </w:pPr>
                    <w:r w:rsidRPr="00A56C4C">
                      <w:rPr>
                        <w:sz w:val="20"/>
                        <w:szCs w:val="20"/>
                      </w:rPr>
                      <w:t>[</w:t>
                    </w:r>
                    <w:r w:rsidR="007328B7">
                      <w:rPr>
                        <w:sz w:val="20"/>
                        <w:szCs w:val="20"/>
                      </w:rPr>
                      <w:t>Investigación de Mercado</w:t>
                    </w:r>
                    <w:r w:rsidRPr="00A56C4C">
                      <w:rPr>
                        <w:sz w:val="20"/>
                        <w:szCs w:val="20"/>
                      </w:rPr>
                      <w:t>]</w:t>
                    </w:r>
                  </w:p>
                </w:txbxContent>
              </v:textbox>
            </v:shape>
          </w:pict>
        </mc:Fallback>
      </mc:AlternateContent>
    </w:r>
    <w:sdt>
      <w:sdtPr>
        <w:rPr>
          <w:color w:val="948A54" w:themeColor="background2" w:themeShade="80"/>
          <w:sz w:val="44"/>
          <w:szCs w:val="44"/>
        </w:rPr>
        <w:alias w:val="Título"/>
        <w:id w:val="79116639"/>
        <w:placeholder>
          <w:docPart w:val="41E4D328043C4F098CDD9DD2E69E29E9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328B7">
          <w:rPr>
            <w:color w:val="948A54" w:themeColor="background2" w:themeShade="80"/>
            <w:sz w:val="44"/>
            <w:szCs w:val="44"/>
          </w:rPr>
          <w:t>Chocolate Orgánico</w:t>
        </w:r>
      </w:sdtContent>
    </w:sdt>
  </w:p>
  <w:p w:rsidR="00A56C4C" w:rsidRDefault="00A56C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A3927"/>
    <w:multiLevelType w:val="hybridMultilevel"/>
    <w:tmpl w:val="63DEB2F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8B7"/>
    <w:rsid w:val="00030F75"/>
    <w:rsid w:val="000E6BE0"/>
    <w:rsid w:val="000F7CD6"/>
    <w:rsid w:val="001F632E"/>
    <w:rsid w:val="00213237"/>
    <w:rsid w:val="00243114"/>
    <w:rsid w:val="002D0116"/>
    <w:rsid w:val="00324022"/>
    <w:rsid w:val="003C57D1"/>
    <w:rsid w:val="00431837"/>
    <w:rsid w:val="00442EED"/>
    <w:rsid w:val="00513EE9"/>
    <w:rsid w:val="00521D71"/>
    <w:rsid w:val="006575D9"/>
    <w:rsid w:val="00665BF4"/>
    <w:rsid w:val="00695B82"/>
    <w:rsid w:val="006C74DC"/>
    <w:rsid w:val="006E2387"/>
    <w:rsid w:val="007328B7"/>
    <w:rsid w:val="00736244"/>
    <w:rsid w:val="0076794E"/>
    <w:rsid w:val="007A7947"/>
    <w:rsid w:val="007D456F"/>
    <w:rsid w:val="008B047C"/>
    <w:rsid w:val="008E6671"/>
    <w:rsid w:val="00912DAE"/>
    <w:rsid w:val="0092232C"/>
    <w:rsid w:val="00936B48"/>
    <w:rsid w:val="00962008"/>
    <w:rsid w:val="009A5195"/>
    <w:rsid w:val="00A56C4C"/>
    <w:rsid w:val="00AC0B15"/>
    <w:rsid w:val="00AF61A3"/>
    <w:rsid w:val="00B273E7"/>
    <w:rsid w:val="00B86654"/>
    <w:rsid w:val="00BA3128"/>
    <w:rsid w:val="00BF6D9C"/>
    <w:rsid w:val="00CB03C4"/>
    <w:rsid w:val="00CF0091"/>
    <w:rsid w:val="00CF0E52"/>
    <w:rsid w:val="00DD3241"/>
    <w:rsid w:val="00EB2BE8"/>
    <w:rsid w:val="00EB77DA"/>
    <w:rsid w:val="00EF44DA"/>
    <w:rsid w:val="00F04B33"/>
    <w:rsid w:val="00F1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6C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C4C"/>
  </w:style>
  <w:style w:type="paragraph" w:styleId="Footer">
    <w:name w:val="footer"/>
    <w:basedOn w:val="Normal"/>
    <w:link w:val="FooterChar"/>
    <w:uiPriority w:val="99"/>
    <w:unhideWhenUsed/>
    <w:rsid w:val="00A56C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C4C"/>
  </w:style>
  <w:style w:type="paragraph" w:styleId="BalloonText">
    <w:name w:val="Balloon Text"/>
    <w:basedOn w:val="Normal"/>
    <w:link w:val="BalloonTextChar"/>
    <w:uiPriority w:val="99"/>
    <w:semiHidden/>
    <w:unhideWhenUsed/>
    <w:rsid w:val="00A56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C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6C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2BE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12DA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6C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C4C"/>
  </w:style>
  <w:style w:type="paragraph" w:styleId="Footer">
    <w:name w:val="footer"/>
    <w:basedOn w:val="Normal"/>
    <w:link w:val="FooterChar"/>
    <w:uiPriority w:val="99"/>
    <w:unhideWhenUsed/>
    <w:rsid w:val="00A56C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C4C"/>
  </w:style>
  <w:style w:type="paragraph" w:styleId="BalloonText">
    <w:name w:val="Balloon Text"/>
    <w:basedOn w:val="Normal"/>
    <w:link w:val="BalloonTextChar"/>
    <w:uiPriority w:val="99"/>
    <w:semiHidden/>
    <w:unhideWhenUsed/>
    <w:rsid w:val="00A56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C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6C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2BE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12DA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!!Lilian!!!\Downloads\TS010256909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1E4D328043C4F098CDD9DD2E69E29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383606-369A-4A23-BDE0-C737D3F6BE6A}"/>
      </w:docPartPr>
      <w:docPartBody>
        <w:p w:rsidR="00E869D0" w:rsidRDefault="0033371C">
          <w:pPr>
            <w:pStyle w:val="41E4D328043C4F098CDD9DD2E69E29E9"/>
          </w:pPr>
          <w:r>
            <w:rPr>
              <w:rStyle w:val="PlaceholderText"/>
            </w:rPr>
            <w:t>Nombre del encuestador</w:t>
          </w:r>
          <w:r w:rsidRPr="00FF3C5C">
            <w:rPr>
              <w:rStyle w:val="PlaceholderText"/>
            </w:rPr>
            <w:t>.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386DFDEA07FF4816BC0E288CCBBD38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32BFF4-969C-4EE3-A042-8F2B7CD4D767}"/>
      </w:docPartPr>
      <w:docPartBody>
        <w:p w:rsidR="00E869D0" w:rsidRDefault="0033371C">
          <w:pPr>
            <w:pStyle w:val="386DFDEA07FF4816BC0E288CCBBD38E7"/>
          </w:pPr>
          <w:r>
            <w:rPr>
              <w:b/>
              <w:bCs/>
              <w:color w:val="FFFFFF" w:themeColor="background1"/>
              <w:sz w:val="20"/>
              <w:szCs w:val="20"/>
            </w:rPr>
            <w:t>[Seleccionar fecha]</w:t>
          </w:r>
        </w:p>
      </w:docPartBody>
    </w:docPart>
    <w:docPart>
      <w:docPartPr>
        <w:name w:val="6A2E040F6CB241CA86A76E5595B140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738F25-9987-4343-B1C6-4D6A6EDFD29C}"/>
      </w:docPartPr>
      <w:docPartBody>
        <w:p w:rsidR="00E869D0" w:rsidRDefault="003F7CCA" w:rsidP="003F7CCA">
          <w:pPr>
            <w:pStyle w:val="6A2E040F6CB241CA86A76E5595B14056"/>
          </w:pPr>
          <w:r>
            <w:rPr>
              <w:rStyle w:val="PlaceholderText"/>
            </w:rPr>
            <w:t xml:space="preserve">Nombre del producto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CCA"/>
    <w:rsid w:val="0033371C"/>
    <w:rsid w:val="003F7CCA"/>
    <w:rsid w:val="006121B8"/>
    <w:rsid w:val="00E8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F7CCA"/>
    <w:rPr>
      <w:color w:val="808080"/>
    </w:rPr>
  </w:style>
  <w:style w:type="paragraph" w:customStyle="1" w:styleId="41E4D328043C4F098CDD9DD2E69E29E9">
    <w:name w:val="41E4D328043C4F098CDD9DD2E69E29E9"/>
  </w:style>
  <w:style w:type="paragraph" w:customStyle="1" w:styleId="76EC3EAA9E714D1AABFAD04858CCD775">
    <w:name w:val="76EC3EAA9E714D1AABFAD04858CCD775"/>
  </w:style>
  <w:style w:type="paragraph" w:customStyle="1" w:styleId="E9F475D270454EF9AC0BBA5C5DF70D13">
    <w:name w:val="E9F475D270454EF9AC0BBA5C5DF70D13"/>
  </w:style>
  <w:style w:type="paragraph" w:customStyle="1" w:styleId="9ADB98AD0F614E9A906BFC5E0BB2225F">
    <w:name w:val="9ADB98AD0F614E9A906BFC5E0BB2225F"/>
  </w:style>
  <w:style w:type="paragraph" w:customStyle="1" w:styleId="EDA764E4A6414215BB0349052800B326">
    <w:name w:val="EDA764E4A6414215BB0349052800B326"/>
  </w:style>
  <w:style w:type="paragraph" w:customStyle="1" w:styleId="386DFDEA07FF4816BC0E288CCBBD38E7">
    <w:name w:val="386DFDEA07FF4816BC0E288CCBBD38E7"/>
  </w:style>
  <w:style w:type="paragraph" w:customStyle="1" w:styleId="6A2E040F6CB241CA86A76E5595B14056">
    <w:name w:val="6A2E040F6CB241CA86A76E5595B14056"/>
    <w:rsid w:val="003F7CC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F7CCA"/>
    <w:rPr>
      <w:color w:val="808080"/>
    </w:rPr>
  </w:style>
  <w:style w:type="paragraph" w:customStyle="1" w:styleId="41E4D328043C4F098CDD9DD2E69E29E9">
    <w:name w:val="41E4D328043C4F098CDD9DD2E69E29E9"/>
  </w:style>
  <w:style w:type="paragraph" w:customStyle="1" w:styleId="76EC3EAA9E714D1AABFAD04858CCD775">
    <w:name w:val="76EC3EAA9E714D1AABFAD04858CCD775"/>
  </w:style>
  <w:style w:type="paragraph" w:customStyle="1" w:styleId="E9F475D270454EF9AC0BBA5C5DF70D13">
    <w:name w:val="E9F475D270454EF9AC0BBA5C5DF70D13"/>
  </w:style>
  <w:style w:type="paragraph" w:customStyle="1" w:styleId="9ADB98AD0F614E9A906BFC5E0BB2225F">
    <w:name w:val="9ADB98AD0F614E9A906BFC5E0BB2225F"/>
  </w:style>
  <w:style w:type="paragraph" w:customStyle="1" w:styleId="EDA764E4A6414215BB0349052800B326">
    <w:name w:val="EDA764E4A6414215BB0349052800B326"/>
  </w:style>
  <w:style w:type="paragraph" w:customStyle="1" w:styleId="386DFDEA07FF4816BC0E288CCBBD38E7">
    <w:name w:val="386DFDEA07FF4816BC0E288CCBBD38E7"/>
  </w:style>
  <w:style w:type="paragraph" w:customStyle="1" w:styleId="6A2E040F6CB241CA86A76E5595B14056">
    <w:name w:val="6A2E040F6CB241CA86A76E5595B14056"/>
    <w:rsid w:val="003F7C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2012-03-26T00:00:00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DE95A0C693CEB341887D38A4A2B58B45040072C752107C5A7B47AA91A1EE638E6F1F" ma:contentTypeVersion="28" ma:contentTypeDescription="Create a new document." ma:contentTypeScope="" ma:versionID="5eea76452d7eb073b41e4ecbec7235c0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1EE5AA6-0FAE-48B8-A868-DE3BCE0B2F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47AD9-DE76-45AD-B9BC-DB62DED4CF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D52D7DA-5FFE-4874-A228-7ACCC90CF36E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5.xml><?xml version="1.0" encoding="utf-8"?>
<ds:datastoreItem xmlns:ds="http://schemas.openxmlformats.org/officeDocument/2006/customXml" ds:itemID="{7326269E-5A7E-4EF8-A6D6-ABF5697CC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TS010256909</Template>
  <TotalTime>2</TotalTime>
  <Pages>3</Pages>
  <Words>391</Words>
  <Characters>2156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Chocolate Orgánico</vt:lpstr>
      <vt:lpstr>Encuesta de producto</vt:lpstr>
    </vt:vector>
  </TitlesOfParts>
  <Company/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Chocolate Orgánico</dc:title>
  <dc:creator>Lilian</dc:creator>
  <cp:lastModifiedBy>Lilian</cp:lastModifiedBy>
  <cp:revision>2</cp:revision>
  <dcterms:created xsi:type="dcterms:W3CDTF">2012-03-28T17:05:00Z</dcterms:created>
  <dcterms:modified xsi:type="dcterms:W3CDTF">2012-03-28T17:05:00Z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TC102569099990</vt:lpwstr>
  </property>
</Properties>
</file>